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05EDA" w14:textId="77777777" w:rsidR="007A135E" w:rsidRPr="007A135E" w:rsidRDefault="007A135E" w:rsidP="007A135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A135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SARS-CoV-2/human/USA/DC-CDC-LC0431655/2021, complete genome</w:t>
      </w:r>
    </w:p>
    <w:p w14:paraId="0373BAB3" w14:textId="77777777" w:rsidR="007A135E" w:rsidRPr="007A135E" w:rsidRDefault="007A135E" w:rsidP="007A135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t>GenBank: OM043643.1</w:t>
      </w:r>
    </w:p>
    <w:p w14:paraId="09CE0EEA" w14:textId="77777777" w:rsidR="007A135E" w:rsidRPr="007A135E" w:rsidRDefault="007A135E" w:rsidP="007A135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"https://www.ncbi.nlm.nih.gov/nuccore/OM043643.1?report=fasta" </w:instrText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A135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"https://www.ncbi.nlm.nih.gov/nuccore/OM043643.1?report=graph" </w:instrText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A135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43643.1"/>
    <w:bookmarkEnd w:id="1"/>
    <w:p w14:paraId="411EEF17" w14:textId="77777777" w:rsidR="007A135E" w:rsidRPr="007A135E" w:rsidRDefault="007A135E" w:rsidP="007A135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"https://www.ncbi.nlm.nih.gov/nuccore/OM043643.1" \l "goto2170877098_0" </w:instrText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A135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A135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AC7152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LOCUS       OM043643               29687 bp    RNA     linear   VRL 28-DEC-2021</w:t>
      </w:r>
    </w:p>
    <w:p w14:paraId="2283642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5A687C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SARS-CoV-2/human/USA/DC-CDC-LC0431655/2021, complete genome.</w:t>
      </w:r>
    </w:p>
    <w:p w14:paraId="00B3EC6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ACCESSION   OM043643</w:t>
      </w:r>
    </w:p>
    <w:p w14:paraId="1181291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VERSION     OM043643.1</w:t>
      </w:r>
    </w:p>
    <w:p w14:paraId="231188D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BB2AE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16AE2F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C91C83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BABF7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A4F4D9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F61214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C4779A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29687)</w:t>
      </w:r>
    </w:p>
    <w:p w14:paraId="0D14324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ADA740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9A262B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5B22AC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F20BAE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5AF5E9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3CC16C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791AC9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A9661A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62D7D9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A36F01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8A5F9C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26C031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4BF3AE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742CC7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8ABAFD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D85186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29687)</w:t>
      </w:r>
    </w:p>
    <w:p w14:paraId="76051C3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D17BE2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Sammons,S., Unoarumhi,Y., Schmerer,M., Lacek,K.A., Kendall,T.,</w:t>
      </w:r>
    </w:p>
    <w:p w14:paraId="52E687C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0F2C9A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D301ED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A1CA12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75E6C9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C77E0F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DFF8D2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5FD7B89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1D21A8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4508F6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19B0F1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49F55B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FA88F0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083938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(28-DEC-2021) Respiratory Viruses Branch, Division of</w:t>
      </w:r>
    </w:p>
    <w:p w14:paraId="72C04EC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69C12B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C870D9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43643.1"/>
      <w:bookmarkEnd w:id="2"/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42201A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7A701D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6CFDA31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9658B7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43643.1"/>
      <w:bookmarkEnd w:id="3"/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7A4D27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1..29687</w:t>
      </w:r>
    </w:p>
    <w:p w14:paraId="792ADE7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CA5871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53D8EE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59FD0E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/isolate="SARS-CoV-2/human/USA/DC-CDC-LC0431655/2021"</w:t>
      </w:r>
    </w:p>
    <w:p w14:paraId="6F1E863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11094D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42B15C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EF886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District of Columbia"</w:t>
      </w:r>
    </w:p>
    <w:p w14:paraId="0750A84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/collection_date="2021-12-16"</w:t>
      </w:r>
    </w:p>
    <w:p w14:paraId="3C54122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"https://www.ncbi.nlm.nih.gov/nuccore/OM043643.1?from=164&amp;to=21441"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164..21441</w:t>
      </w:r>
    </w:p>
    <w:p w14:paraId="0049D0D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CA98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"https://www.ncbi.nlm.nih.gov/nuccore/OM043643.1?location=164:13354,13354:21441"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join(164..13354,13354..21441)</w:t>
      </w:r>
    </w:p>
    <w:p w14:paraId="6E619F4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2938B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271CC7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BE31C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589320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"https://www.ncbi.nlm.nih.gov/protein/2170877099"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UHS06905.1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521FD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89C9CB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B355DB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TLGVLVPHVGEIPVAYRKVLLRKNGNKGAGGHSYGADLKSFDLGDELGTDPYEDFQEN</w:t>
      </w:r>
    </w:p>
    <w:p w14:paraId="79582C2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6A216A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34BD9B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EBFB2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B0FC1F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90172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0D56D3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6CBB15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F5F590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7E850F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677F1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26A0BB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50B3C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80D2DD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CA4371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2E2711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418F2B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C2355D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2A084A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0DBE0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LHPDSATLVSDIDITFLKKDAPYIVGDVFQEGVLTAVVIPTKKAGGTTEMLAKALRKV</w:t>
      </w:r>
    </w:p>
    <w:p w14:paraId="113FF7C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E11299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3765F3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F2F085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A5F98C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0757D9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5FB52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0B5E5A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D37DF8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87302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4F60E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KKDNSYFTDQPIDLVPNQPYPNASFDNFKFVCDNIKFADDLNQLTGYKKPASRELKVT</w:t>
      </w:r>
    </w:p>
    <w:p w14:paraId="44442BE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654C4B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D0B4FC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5FFB6E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E192F8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7407BC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FD923D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840987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125F14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7A55D9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E05852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VIVFDGKSKCEESSAKSASVYYSQLMCQPILLLDQALVSDVGDSAEVAVKMFDAYVNT</w:t>
      </w:r>
    </w:p>
    <w:p w14:paraId="54D16A9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0F37C7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7FA0DD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EF19E3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64F704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093DA6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32F074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E37D2F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EA4236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9EF9EC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8AC241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EF09B3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F7F23D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B8E8B9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68D878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E94386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745A24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56EB71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371A8A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A60896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4831F6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557E7F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869CD4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DF44C7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0267C3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RDAAMQRKLEKMADQAMIQMYKQARSEDKRAKVTSAMQTMLFTMLRKLDNDALNNIIN</w:t>
      </w:r>
    </w:p>
    <w:p w14:paraId="2F786E6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A2F204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CF647F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F33B87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E381F4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A15625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16A017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AC606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9E5A45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9DE3F4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E2D431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973456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639A8C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D0BBA0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5EC3DB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3085E8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31F8B6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VVIGTSKFYGGWHNMLKTVYSDVENPHLMGWDYPKCDRAMPNMLRIMASLVLARKHTT</w:t>
      </w:r>
    </w:p>
    <w:p w14:paraId="7C34D6B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21F4AC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584BBF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02CB0E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D8A64A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1444E5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47EE44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308753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685E81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A25B92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43C341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4A6BE3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BDCA48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AA12A6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3E5B82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ED72D4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FF0C69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2FFB23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664277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B4AF16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51AADF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B91B30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F8CFD0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ED3392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84457B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0E623C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7F785C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DD2E54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EB2960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43378F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5B3981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5DE320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830F1B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8B5801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5FF322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A3375C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33B3AC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"https://www.ncbi.nlm.nih.gov/protein/UHS06905.1?from=1&amp;to=180"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424B919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1CC32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27716E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"https://www.ncbi.nlm.nih.gov/protein/UHS06905.1?from=181&amp;to=818"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1DB6085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BA1F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/product="nsp2"</w:t>
      </w:r>
    </w:p>
    <w:p w14:paraId="1B3153D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"https://www.ncbi.nlm.nih.gov/protein/UHS06905.1?from=819&amp;to=2762"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4E69B06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A2193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0AE481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"https://www.ncbi.nlm.nih.gov/protein/UHS06905.1?from=2763&amp;to=3262"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291096E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7957F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630358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"https://www.ncbi.nlm.nih.gov/protein/UHS06905.1?from=3263&amp;to=3568"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12819E7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A8CD5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DB40F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"https://www.ncbi.nlm.nih.gov/protein/UHS06905.1?from=3569&amp;to=3855"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5D5888A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7EE2E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6D3A44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"https://www.ncbi.nlm.nih.gov/protein/UHS06905.1?from=3856&amp;to=3938"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2051913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3C632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BB6067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"https://www.ncbi.nlm.nih.gov/protein/UHS06905.1?from=3939&amp;to=4136"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2123284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CDCB5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FFB43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"https://www.ncbi.nlm.nih.gov/protein/UHS06905.1?from=4137&amp;to=4249"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35B2288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9AED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A463CB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"https://www.ncbi.nlm.nih.gov/protein/UHS06905.1?from=4250&amp;to=4388"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2394DA1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7F0CA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1639C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"https://www.ncbi.nlm.nih.gov/protein/UHS06905.1?from=4389&amp;to=5320"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join(13328..13354,13354..16122)</w:t>
      </w:r>
    </w:p>
    <w:p w14:paraId="00B2E3C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D91F6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995E77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"https://www.ncbi.nlm.nih.gov/protein/UHS06905.1?from=5321&amp;to=5921"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16123..17925</w:t>
      </w:r>
    </w:p>
    <w:p w14:paraId="16DE998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39D5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9A7E44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"https://www.ncbi.nlm.nih.gov/protein/UHS06905.1?from=5922&amp;to=6448"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17926..19506</w:t>
      </w:r>
    </w:p>
    <w:p w14:paraId="28ED515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56060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632978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"https://www.ncbi.nlm.nih.gov/protein/UHS06905.1?from=6449&amp;to=6794"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19507..20544</w:t>
      </w:r>
    </w:p>
    <w:p w14:paraId="5DEB22F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8C47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586745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"https://www.ncbi.nlm.nih.gov/protein/UHS06905.1?from=6795&amp;to=7092"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20545..21438</w:t>
      </w:r>
    </w:p>
    <w:p w14:paraId="122AA07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A2A0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60A34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"https://www.ncbi.nlm.nih.gov/nuccore/OM043643.1?from=164&amp;to=13369"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164..13369</w:t>
      </w:r>
    </w:p>
    <w:p w14:paraId="507E2EE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9284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CEA408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1B91DC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"https://www.ncbi.nlm.nih.gov/protein/2170877100"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UHS06906.1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B84CB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64A24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1B2AA2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E35852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6415EB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DA710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B2E494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BEADD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200B0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F53603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9FB83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66BB8D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D9F61F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7EAB6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4828AB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F10C22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0F5686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1B2F23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03D84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38C74D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6AD7D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3E6F90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EEC0B5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LHPDSATLVSDIDITFLKKDAPYIVGDVFQEGVLTAVVIPTKKAGGTTEMLAKALRKV</w:t>
      </w:r>
    </w:p>
    <w:p w14:paraId="307C9A6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73BE39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F96FBF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E4CD99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54566A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27FEFD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121809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D4E3CF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8617C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4B797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67FEFA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KKDNSYFTDQPIDLVPNQPYPNASFDNFKFVCDNIKFADDLNQLTGYKKPASRELKVT</w:t>
      </w:r>
    </w:p>
    <w:p w14:paraId="651A75B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32304B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1779C8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4BD5AB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F4DC64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5BC09D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LGVLMSNLGMPSYCTGYREGYLNSTNVTIATYCTGSIPCSVCLSGLDSLDTYPSLETI</w:t>
      </w:r>
    </w:p>
    <w:p w14:paraId="79D2C07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52D9D7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FFE11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06ADB9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E76039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074C7B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B1EAE1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30996C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1EB066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0622FC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1D0D2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319C96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F503B9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40B4BD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069D0E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680C8B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5A0422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015FAA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63DAC8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710013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C0CA55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C2F606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091539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23F8B7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AD6FB8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47C231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959FF6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CA8873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857E63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F272C9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RDAAMQRKLEKMADQAMIQMYKQARSEDKRAKVTSAMQTMLFTMLRKLDNDALNNIIN</w:t>
      </w:r>
    </w:p>
    <w:p w14:paraId="4CE64C3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A0685A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742A0A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218FA1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33FD1C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2605FD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649A80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2C0D89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"https://www.ncbi.nlm.nih.gov/protein/UHS06906.1?from=1&amp;to=180"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1B42A30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74180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ECACD5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"https://www.ncbi.nlm.nih.gov/protein/UHS06906.1?from=181&amp;to=818"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1535363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56C9B4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28D52A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"https://www.ncbi.nlm.nih.gov/protein/UHS06906.1?from=819&amp;to=2762"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22A8871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526C1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308C0A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"https://www.ncbi.nlm.nih.gov/protein/UHS06906.1?from=2763&amp;to=3262"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51D3F03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3E34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223A89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"https://www.ncbi.nlm.nih.gov/protein/UHS06906.1?from=3263&amp;to=3568"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5D0845E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6DC77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B8919D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"https://www.ncbi.nlm.nih.gov/protein/UHS06906.1?from=3569&amp;to=3855"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25AFF94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FB2C4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0DD7F1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"https://www.ncbi.nlm.nih.gov/protein/UHS06906.1?from=3856&amp;to=3938"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0C60BE1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8548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B80EF9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"https://www.ncbi.nlm.nih.gov/protein/UHS06906.1?from=3939&amp;to=4136"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3C74D85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9B481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29315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"https://www.ncbi.nlm.nih.gov/protein/UHS06906.1?from=4137&amp;to=4249"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1857673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1EBBA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121BB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"https://www.ncbi.nlm.nih.gov/protein/UHS06906.1?from=4250&amp;to=4388"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3BBDDC6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BC1ED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4F7573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"https://www.ncbi.nlm.nih.gov/protein/UHS06906.1?from=4389&amp;to=4401"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13328..13366</w:t>
      </w:r>
    </w:p>
    <w:p w14:paraId="0FDA062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2A642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750F4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"https://www.ncbi.nlm.nih.gov/nuccore/OM043643.1?from=13362&amp;to=13389"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13362..13389</w:t>
      </w:r>
    </w:p>
    <w:p w14:paraId="47B42B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94C7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227596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A9CCA8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"https://www.ncbi.nlm.nih.gov/nuccore/OM043643.1?from=13374&amp;to=13428"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13374..13428</w:t>
      </w:r>
    </w:p>
    <w:p w14:paraId="6C11C9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D99A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EDD85F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36877A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"https://www.ncbi.nlm.nih.gov/nuccore/OM043643.1?from=21449&amp;to=25261"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21449..25261</w:t>
      </w:r>
    </w:p>
    <w:p w14:paraId="29C3CFF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0CE47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"https://www.ncbi.nlm.nih.gov/nuccore/OM043643.1?from=21449&amp;to=25261"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21449..25261</w:t>
      </w:r>
    </w:p>
    <w:p w14:paraId="01A628A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E72BD6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D8E25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/product="surface glycoprotein"</w:t>
      </w:r>
    </w:p>
    <w:p w14:paraId="0571468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"https://www.ncbi.nlm.nih.gov/protein/2170877101"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UHS06907.1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AB982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2F9450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FDAA34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1B6539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AB21B0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DC2CA1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4D0586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FDEVFNATKFASVYAWNRKRISNCVADYSVLYNSAPFFTFKCYGVSPTKLNDLCFTNV</w:t>
      </w:r>
    </w:p>
    <w:p w14:paraId="57DD600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2B903B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ED07F4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FAF09E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91ABCC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1C9E9E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A2000B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8C746B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FF1A29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3F7643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4CC07B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250D5B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224A0D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23AD7D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675F53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64E2B9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FEADEB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"https://www.ncbi.nlm.nih.gov/nuccore/OM043643.1?from=25270&amp;to=26097"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25270..26097</w:t>
      </w:r>
    </w:p>
    <w:p w14:paraId="006F59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ABA9BA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"https://www.ncbi.nlm.nih.gov/nuccore/OM043643.1?from=25270&amp;to=26097"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25270..26097</w:t>
      </w:r>
    </w:p>
    <w:p w14:paraId="73F33C7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564DB1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3593B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7709A3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"https://www.ncbi.nlm.nih.gov/protein/2170877102"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UHS06908.1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D8F57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F4CB22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C5ACAA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21D054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E60D08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32DCE4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"https://www.ncbi.nlm.nih.gov/nuccore/OM043643.1?from=26122&amp;to=26349"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26122..26349</w:t>
      </w:r>
    </w:p>
    <w:p w14:paraId="3F4F227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EA946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"https://www.ncbi.nlm.nih.gov/nuccore/OM043643.1?from=26122&amp;to=26349"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26122..26349</w:t>
      </w:r>
    </w:p>
    <w:p w14:paraId="174D58A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D4F52A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22321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/product="envelope protein"</w:t>
      </w:r>
    </w:p>
    <w:p w14:paraId="35E8BEB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"https://www.ncbi.nlm.nih.gov/protein/2170877103"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UHS06909.1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E9B0A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C2AAA4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BD3DED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"https://www.ncbi.nlm.nih.gov/nuccore/OM043643.1?from=26400&amp;to=27068"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26400..27068</w:t>
      </w:r>
    </w:p>
    <w:p w14:paraId="4A1948B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70716B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"https://www.ncbi.nlm.nih.gov/nuccore/OM043643.1?from=26400&amp;to=27068"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26400..27068</w:t>
      </w:r>
    </w:p>
    <w:p w14:paraId="75FFC8A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0C12B1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9E362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990E75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"https://www.ncbi.nlm.nih.gov/protein/2170877104"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UHS06910.1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08A92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24E63B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454F4F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A46A77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3940E4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1F45F2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"https://www.ncbi.nlm.nih.gov/nuccore/OM043643.1?from=27079&amp;to=27264"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27079..27264</w:t>
      </w:r>
    </w:p>
    <w:p w14:paraId="06F45A0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72F859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"https://www.ncbi.nlm.nih.gov/nuccore/OM043643.1?from=27079&amp;to=27264"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27079..27264</w:t>
      </w:r>
    </w:p>
    <w:p w14:paraId="25255FD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5DA1DA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B0A77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315A6F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"https://www.ncbi.nlm.nih.gov/protein/2170877105"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UHS06911.1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B2718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8B9F2D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0A594F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"https://www.ncbi.nlm.nih.gov/nuccore/OM043643.1?from=27271&amp;to=27636"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27271..27636</w:t>
      </w:r>
    </w:p>
    <w:p w14:paraId="4B51B64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CAB21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"https://www.ncbi.nlm.nih.gov/nuccore/OM043643.1?from=27271&amp;to=27636"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27271..27636</w:t>
      </w:r>
    </w:p>
    <w:p w14:paraId="331FC0B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431704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ACD29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C17EEA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"https://www.ncbi.nlm.nih.gov/protein/2170877106"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UHS06912.1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2B69E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58B096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1F494A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EF6A0A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"https://www.ncbi.nlm.nih.gov/nuccore/OM043643.1?from=27633&amp;to=27764"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27633..27764</w:t>
      </w:r>
    </w:p>
    <w:p w14:paraId="167E216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FD434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"https://www.ncbi.nlm.nih.gov/nuccore/OM043643.1?from=27633&amp;to=27764"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27633..27764</w:t>
      </w:r>
    </w:p>
    <w:p w14:paraId="0AE082F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0C572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7859D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A1AA14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"https://www.ncbi.nlm.nih.gov/protein/2170877107"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UHS06913.1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AA38C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/translation="MIELSLIDFYLCFLAFLLFLVLIMLIIFWFSLELQDHNETCHA"</w:t>
      </w:r>
    </w:p>
    <w:p w14:paraId="5F4FDF5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"https://www.ncbi.nlm.nih.gov/nuccore/OM043643.1?from=27771&amp;to=28136"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27771..28136</w:t>
      </w:r>
    </w:p>
    <w:p w14:paraId="1636D76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0F368D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"https://www.ncbi.nlm.nih.gov/nuccore/OM043643.1?from=27771&amp;to=28136"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27771..28136</w:t>
      </w:r>
    </w:p>
    <w:p w14:paraId="250A87D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00A9E6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6C621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2FCB3F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"https://www.ncbi.nlm.nih.gov/protein/2170877108"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UHS06914.1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903AB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F290BE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4BA176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21F86C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"https://www.ncbi.nlm.nih.gov/nuccore/OM043643.1?from=28151&amp;to=29401"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28151..29401</w:t>
      </w:r>
    </w:p>
    <w:p w14:paraId="7E82766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E044B4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"https://www.ncbi.nlm.nih.gov/nuccore/OM043643.1?from=28151&amp;to=29401"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28151..29401</w:t>
      </w:r>
    </w:p>
    <w:p w14:paraId="35C85C6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28E8AA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6A065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B81A04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"https://www.ncbi.nlm.nih.gov/protein/2170877109"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UHS06915.1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EF975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08ED27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22D90A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913139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BE32ED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587F32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B87CFF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4415A4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A30DD5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"https://www.ncbi.nlm.nih.gov/nuccore/OM043643.1?from=29426&amp;to=29542"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29426..29542</w:t>
      </w:r>
    </w:p>
    <w:p w14:paraId="4FA8F98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79612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"https://www.ncbi.nlm.nih.gov/nuccore/OM043643.1?from=29426&amp;to=29542"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29426..29542</w:t>
      </w:r>
    </w:p>
    <w:p w14:paraId="6B8FBB2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0AA4C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610EC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181055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"https://www.ncbi.nlm.nih.gov/protein/2170877110"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UHS06916.1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B6D00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9571B7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"https://www.ncbi.nlm.nih.gov/nuccore/OM043643.1?from=29477&amp;to=29512"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29477..29512</w:t>
      </w:r>
    </w:p>
    <w:p w14:paraId="2DC69C2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611C7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38D159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"https://www.ncbi.nlm.nih.gov/nuccore/OM043643.1?from=29497&amp;to=29525"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29497..29525</w:t>
      </w:r>
    </w:p>
    <w:p w14:paraId="7680E81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55803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D24BC8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"https://www.ncbi.nlm.nih.gov/nuccore/OM043643.1?from=29596&amp;to=29636" </w:instrTex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A135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29596..29636</w:t>
      </w:r>
    </w:p>
    <w:p w14:paraId="1561A59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E1A79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ORIGIN      </w:t>
      </w:r>
    </w:p>
    <w:p w14:paraId="38A7C60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43643.1"/>
      <w:bookmarkEnd w:id="4"/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ctgcatgctt agtgcactca cgcagtataa ttaataacta attactgtcg ttgacaggac</w:t>
      </w:r>
    </w:p>
    <w:p w14:paraId="1765F9F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acgagtaact cgtctatctt ctgcaggctg cttacggttt cgtccgtgtt gcagccgatc</w:t>
      </w:r>
    </w:p>
    <w:p w14:paraId="3E32CA9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atcagcacat ctaggttttg tccgggtgtg accgaaaggt aagatggaga gccttgtccc</w:t>
      </w:r>
    </w:p>
    <w:p w14:paraId="3D92477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tggtttcaac gagaaaacac acgtccaact cagtttgcct gttttacagg ttcgcgacgt</w:t>
      </w:r>
    </w:p>
    <w:p w14:paraId="2FCB6BF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gctcgtacgt ggctttggag actccgtgga ggaggtctta tcagaggcac gtcaacatct</w:t>
      </w:r>
    </w:p>
    <w:p w14:paraId="29F9486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taaagatggc acttgtggct tagtagaagt tgaaaaaggc gttttgcctc aacttgaaca</w:t>
      </w:r>
    </w:p>
    <w:p w14:paraId="5B5C872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gccctatgtg ttcatcaaac gttcggatgc tcgaactgca cctcatggtc atgttatggt</w:t>
      </w:r>
    </w:p>
    <w:p w14:paraId="07BA42F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tgagctggta gcagaactcg aaggcattca gtacggtcgt agtggtgaga cacttggtgt</w:t>
      </w:r>
    </w:p>
    <w:p w14:paraId="0FA8602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ccttgtccct catgtgggcg aaataccagt ggcttaccgc aaggttcttc ttcgtaagaa</w:t>
      </w:r>
    </w:p>
    <w:p w14:paraId="497E01F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cggtaataaa ggagctggtg gccatagtta cggcgccgat ctaaagtcat ttgacttagg</w:t>
      </w:r>
    </w:p>
    <w:p w14:paraId="021DA73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cgacgagctt ggcactgatc cttatgaaga ttttcaagaa aactggaaca ctaaacatag</w:t>
      </w:r>
    </w:p>
    <w:p w14:paraId="46A3A31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cagtggtgtt acccgtgaac tcatgcgtga gcttaacgga ggggcataca ctcgctatgt</w:t>
      </w:r>
    </w:p>
    <w:p w14:paraId="0EB4B49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cgataacaac ttctgtggcc ctgatggcta ccctcttgag tgcattaaag accttctagc</w:t>
      </w:r>
    </w:p>
    <w:p w14:paraId="4580489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acgtgctggt aaagcttcat gcactttgtc cgaacaactg gactttattg acactaagag</w:t>
      </w:r>
    </w:p>
    <w:p w14:paraId="656E876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gggtgtatac tgctgccgtg aacatgagca tgaaattgct tggtacacgg aacgttctga</w:t>
      </w:r>
    </w:p>
    <w:p w14:paraId="5C4C4DA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aaagagctat gaattgcaga caccttttga aattaaattg gcaaagaaat ttgacacctt</w:t>
      </w:r>
    </w:p>
    <w:p w14:paraId="764B1EE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caatggggaa tgtccaaatt ttgtatttcc cttaaattcc ataatcaaga ctattcaacc</w:t>
      </w:r>
    </w:p>
    <w:p w14:paraId="3AEEA3E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aagggttgaa aagaaaaagc ttgatggctt tatgggtaga attcgatctg tctatccagt</w:t>
      </w:r>
    </w:p>
    <w:p w14:paraId="70135A3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tgcgtcacca aatgaatgca accaaatgtg cctttcaact ctcatgaagt gtgatcattg</w:t>
      </w:r>
    </w:p>
    <w:p w14:paraId="3177F24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tggtgaaact tcatggcaga cgggcgattt tgttaaagcc acttgcgaat tttgtggcac</w:t>
      </w:r>
    </w:p>
    <w:p w14:paraId="619563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tgagaatttg actaaagaag gtgccactac ttgtggttac ttaccccaaa atgctgttgt</w:t>
      </w:r>
    </w:p>
    <w:p w14:paraId="3B0AC51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taaaatttat tgtccagcat gtcacaattc agaagtagga cctgagcata gtcttgccga</w:t>
      </w:r>
    </w:p>
    <w:p w14:paraId="2736B92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ataccataat gaatctggct tgaaaaccat tcttcgtaag ggtggtcgca ctattgcctt</w:t>
      </w:r>
    </w:p>
    <w:p w14:paraId="7968D0F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tggaggctgt gtgttctctt atgttggttg ccataacaag tgtgcctatt gggttccacg</w:t>
      </w:r>
    </w:p>
    <w:p w14:paraId="4524C95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tgctagcgct aacataggtt gtaaccatac aggtgttgtt ggagaaggtt ccgaaggtct</w:t>
      </w:r>
    </w:p>
    <w:p w14:paraId="2F4C674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taatgacaac cttcttgaaa tactccaaaa agagaaagtc aacatcaata ttgttggtga</w:t>
      </w:r>
    </w:p>
    <w:p w14:paraId="21228E0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ctttaaactt aatgaagaga tcgccattat tttggcatct ttttctgctt ccacaagtgc</w:t>
      </w:r>
    </w:p>
    <w:p w14:paraId="45B01CE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ttttgtggaa actgtgaaag gtttggatta taaagcattc aaacaaattg ttgaatcctg</w:t>
      </w:r>
    </w:p>
    <w:p w14:paraId="1050B84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tggtaatttt aaagttacaa aaggaaaagc taaaaaaggt gcctggaata ttggtgaaca</w:t>
      </w:r>
    </w:p>
    <w:p w14:paraId="03B991A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gaaatcaata ctgagtcctc tttatgcatt tgcatcagag gctgctcgtg ttgtacgatc</w:t>
      </w:r>
    </w:p>
    <w:p w14:paraId="01144BD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aattttctcc cgcactcttg aaactgctca aaattctgtg cgtgttttac agaaggccgc</w:t>
      </w:r>
    </w:p>
    <w:p w14:paraId="02AE511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tataacaata ctagatggaa tttcacagta ttcactgaga ctcattgatg ctatgatgtt</w:t>
      </w:r>
    </w:p>
    <w:p w14:paraId="7469E55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cacatctgat ttggctacta acaatctagt tgtaatggcc tacattacag gtggtgttgt</w:t>
      </w:r>
    </w:p>
    <w:p w14:paraId="1D8FA42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tcagttgact tcgcagtggc taactaacat ctttggcact gtttatgaaa aactcaaacc</w:t>
      </w:r>
    </w:p>
    <w:p w14:paraId="2A99A5E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cgtccttgat tggcttgaag agaagtttaa ggaaggtgta gagtttctta gagacggttg</w:t>
      </w:r>
    </w:p>
    <w:p w14:paraId="637EE6D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ggaaattgtt aaatttatct caacctgtgc ttgtgaaatt gtcggtggac aaattgtcac</w:t>
      </w:r>
    </w:p>
    <w:p w14:paraId="166B727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ctgtgcaaag gaaattaagg agagtgttca gacattcttt aagcttgtaa ataaattttt</w:t>
      </w:r>
    </w:p>
    <w:p w14:paraId="33142D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ggctttgtgt gctgactcta tcattattgg tggagctaaa cttaaagcct tgaatttagg</w:t>
      </w:r>
    </w:p>
    <w:p w14:paraId="28161CA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tgaaacattt gtcacgcact caaagggatt gtacagaaag tgtgttaaat ccagagaaga</w:t>
      </w:r>
    </w:p>
    <w:p w14:paraId="7355C51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aactggccta ctcatgcctc taaaagctcc aaaagaaatt atcttcttag agggagaaac</w:t>
      </w:r>
    </w:p>
    <w:p w14:paraId="3C77442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acttcccaca gaagtgttaa cagaggaagt tgtcttgaaa actggtgatt tacaaccatt</w:t>
      </w:r>
    </w:p>
    <w:p w14:paraId="467E273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2461 agaacaacct actagtgaag ctgttgaagc tccattggtt ggtacaccag tttgtattaa</w:t>
      </w:r>
    </w:p>
    <w:p w14:paraId="70B358C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cgggcttatg ttgctcgaaa tcaaagacac agaaaagtac tgtgcccttg cacctaatat</w:t>
      </w:r>
    </w:p>
    <w:p w14:paraId="2B617E1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gatggtaaca aacaatacct tcacactcaa aggcggtgca ccaacaaagg ttacttttgg</w:t>
      </w:r>
    </w:p>
    <w:p w14:paraId="562E3FC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tgatgacact gtgatagaag tgcaaggtta caagagtgtg aatatcactt ttgaacttga</w:t>
      </w:r>
    </w:p>
    <w:p w14:paraId="475244F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tgaaaggatt gataaagtac ttaatgagag gtgctctgcc tatacagttg aactcggtac</w:t>
      </w:r>
    </w:p>
    <w:p w14:paraId="3A2D432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agaagtaaat gagttcgcct gtgttgtggc agatgctgtc ataaaaactt tgcaaccagt</w:t>
      </w:r>
    </w:p>
    <w:p w14:paraId="7575ED3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atctgaatta cttacaccac tgggcattga tttagatgag tggagtatgg ctacatacta</w:t>
      </w:r>
    </w:p>
    <w:p w14:paraId="4819F36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cttatttgat gagtctggtg agtttaaatt ggcttcacat atgtattgtt ctttttaccc</w:t>
      </w:r>
    </w:p>
    <w:p w14:paraId="269AA41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tccagatgag gatgaagaag aaggtgattg tgaagaagaa gagtttgagc catcaactca</w:t>
      </w:r>
    </w:p>
    <w:p w14:paraId="15959D4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atatgagtat ggtactgaag atgattacca aggtaaacct ttggaatttg gtgccacttc</w:t>
      </w:r>
    </w:p>
    <w:p w14:paraId="27BFC35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tgctgctctt caacctgaag aagagcaaga agaagattgg ttagatgatg atagtcaaca</w:t>
      </w:r>
    </w:p>
    <w:p w14:paraId="02B51DC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aactgttggt caacaagacg gcagtgagga caatcagaca actactattc aaacaattgt</w:t>
      </w:r>
    </w:p>
    <w:p w14:paraId="7943E78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tgaggttcaa cctcaattag agatggaact tacaccagtt gttcagacta ttgaagtgaa</w:t>
      </w:r>
    </w:p>
    <w:p w14:paraId="3D15310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tagttttagt ggttatttaa aacttactga caatgtatac attaaaaatg cagacattgt</w:t>
      </w:r>
    </w:p>
    <w:p w14:paraId="7105EEE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ggaagaagct aaaaaggtaa aaccaacagt ggttgttaat gcagccaatg tttaccttaa</w:t>
      </w:r>
    </w:p>
    <w:p w14:paraId="0BAB9B5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acatggagga ggtgttgcag gagccttaaa taaggctact aacaatgcca tgcaagttga</w:t>
      </w:r>
    </w:p>
    <w:p w14:paraId="5174318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atctgatgat tacatagcta ctaatggacc acttaaagtg ggtggtagtt gtgttttaag</w:t>
      </w:r>
    </w:p>
    <w:p w14:paraId="719BD8D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cggacacaat cttgctaaac actgtcttca tgttgtcggc ccaaatgtta acaaaggtga</w:t>
      </w:r>
    </w:p>
    <w:p w14:paraId="02DB563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agacattcaa cttcttaaga gtgcttatga aaattttaat cagcacgaag ttctacttgc</w:t>
      </w:r>
    </w:p>
    <w:p w14:paraId="3386BA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accattatta tcagctggta tttttggtgc tgaccctata cattctttaa gagtttgtgt</w:t>
      </w:r>
    </w:p>
    <w:p w14:paraId="529EF7B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agatactgtt cgcacaaatg tctacttagc tgtctttgat aaaaatctct atgacaaact</w:t>
      </w:r>
    </w:p>
    <w:p w14:paraId="379186F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tgtttcaagc tttttggaaa tgaagagtga aaagcaagtt gaacaaaaga tcgctgagat</w:t>
      </w:r>
    </w:p>
    <w:p w14:paraId="64F36BA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tcctaaagag gaagttaagc catttataac tgaaagtaaa ccttcagttg aacagagaaa</w:t>
      </w:r>
    </w:p>
    <w:p w14:paraId="6975A8C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acaagatgat aagaaaatca aagcttgtgt tgaagaagtt acaacaactc tggaagaaac</w:t>
      </w:r>
    </w:p>
    <w:p w14:paraId="61D9B71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taagttcctc acagaaaact tgttacttta tattgacatt aatggcaatc ttcatccaga</w:t>
      </w:r>
    </w:p>
    <w:p w14:paraId="78518F1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ttctgccact cttgttagtg acattgacat cactttctta aagaaagatg ctccatatat</w:t>
      </w:r>
    </w:p>
    <w:p w14:paraId="6BEA9BB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agtgggtgat gtttttcaag agggtgtttt aactgctgtg gttataccta ctaaaaaggc</w:t>
      </w:r>
    </w:p>
    <w:p w14:paraId="22640D1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tggtggcact actgaaatgc tagcgaaagc tttgagaaaa gtgccaacag acaattatat</w:t>
      </w:r>
    </w:p>
    <w:p w14:paraId="735767A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aaccacttac ccgggtcagg gtttaaatgg ttacactgta gaggaggcaa agacagtgct</w:t>
      </w:r>
    </w:p>
    <w:p w14:paraId="7B3036E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taaaaagtgt aaaagtgcct tttacattct accatctatt atctctaatg agaagcaaga</w:t>
      </w:r>
    </w:p>
    <w:p w14:paraId="03B70F7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aattcttgga actgtttctt ggaatttgcg agaaatgctt gcacatgcag aagaaacacg</w:t>
      </w:r>
    </w:p>
    <w:p w14:paraId="20D9101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caaattaatg cctgtctgtg tggaaactaa agccatagtt tcaactatac agcgtaaata</w:t>
      </w:r>
    </w:p>
    <w:p w14:paraId="424AFD4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taagggtatt aaaatacaag agggtgtggt tgattatggt gctagatttt acttttacac</w:t>
      </w:r>
    </w:p>
    <w:p w14:paraId="51E2513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cagtaaaaca actgtagcgt cacttatcaa cacacttaac gatctaaatg aaactcttgt</w:t>
      </w:r>
    </w:p>
    <w:p w14:paraId="7253C54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tacaatgcca cttggctatg taacacatgg cttaaatttg gaagaagctg ctcggtatat</w:t>
      </w:r>
    </w:p>
    <w:p w14:paraId="12C474D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gagatctctc aaagtgccag ctacagtttc tgtttcttca cctgatgctg ttacagcgta</w:t>
      </w:r>
    </w:p>
    <w:p w14:paraId="15C2FE3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taatggttat cttacttctt cttctaaaac acctgaagaa cattttattg aaaccatctc</w:t>
      </w:r>
    </w:p>
    <w:p w14:paraId="749EB6C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acttgctggt tcctataaag attggtccta ttctggacaa tctacacaac taggtataga</w:t>
      </w:r>
    </w:p>
    <w:p w14:paraId="07D7D33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atttcttaag agaggtgata aaagtgtata ttacactagt aatcctacca cattccacct</w:t>
      </w:r>
    </w:p>
    <w:p w14:paraId="7DCF428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agatggtgaa gttatcacct ttgacaatct taagacactt ctttctttga gagaagtgag</w:t>
      </w:r>
    </w:p>
    <w:p w14:paraId="1338AC9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gactattaag gtgtttacaa cagtagacaa cattaacctc cacacgcaag ttgtggacat</w:t>
      </w:r>
    </w:p>
    <w:p w14:paraId="0042958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gtcaatgaca tatggacaac agtttggtcc aacttatttg gatggagctg atgttactaa</w:t>
      </w:r>
    </w:p>
    <w:p w14:paraId="156FCA2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4981 aataaaacct cataattcac atgaaggtaa aacattttat gttttaccta atgatgacac</w:t>
      </w:r>
    </w:p>
    <w:p w14:paraId="7CAB90D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tctacgtgtt gaggcttttg agtactacca cacaactgat cctagttttc tgggtaggta</w:t>
      </w:r>
    </w:p>
    <w:p w14:paraId="5CE0594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catgtcagca ttaaatcaca ctaaaaagtg gaaataccca caagttaatg gtttaacttc</w:t>
      </w:r>
    </w:p>
    <w:p w14:paraId="25CF099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tattaaatgg gcagataaca actgttatct tgccactgca ttgttaacac tccaacaaat</w:t>
      </w:r>
    </w:p>
    <w:p w14:paraId="12AF89D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agagttgaag tttaatccac ctgctctaca agatgcttat tacagagcaa gggctggtga</w:t>
      </w:r>
    </w:p>
    <w:p w14:paraId="73471E5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agcggctaac ttttgtgcac ttatcttagc ctactgtaat aagacagtag gtgagttagg</w:t>
      </w:r>
    </w:p>
    <w:p w14:paraId="0A63124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tgatgttaga gaaacaatga gttacttgtt tcaacatgcc aatttagatt cttgcaaaag</w:t>
      </w:r>
    </w:p>
    <w:p w14:paraId="15BFC87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agtcttgaac gtggtgtgta aaacttgtgg acaacagcag acaaccctta agggtgtaga</w:t>
      </w:r>
    </w:p>
    <w:p w14:paraId="79794A7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agctgttatg tacatgggca cactttctta tgaacaattt aagaaaggtg ttcagatacc</w:t>
      </w:r>
    </w:p>
    <w:p w14:paraId="3D2A0ED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ttgtacgtgt ggtaaacaag ctacaaaata tctagtacaa caggagtcac cttttgttat</w:t>
      </w:r>
    </w:p>
    <w:p w14:paraId="1188520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gatgtcagca ccacctgctc agtatgaact taagcatggt acatttactt gtgctagtga</w:t>
      </w:r>
    </w:p>
    <w:p w14:paraId="35C0B7E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gtacactggt aattaccagt gtggtcacta taaacatata acttctaaag aaactttgta</w:t>
      </w:r>
    </w:p>
    <w:p w14:paraId="3D5C0A6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ttgcatagac ggtgctttac ttacaaagtc ctcagaatac aaaggtccta ttacggatgt</w:t>
      </w:r>
    </w:p>
    <w:p w14:paraId="0F09254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tttctacaaa gaaaacagtt acacaacaac cataaaacca gttacttata aattggatgg</w:t>
      </w:r>
    </w:p>
    <w:p w14:paraId="6CE816A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tgttgtttgt acagaaattg accctaagtt ggacaattat tataagaaag acaattctta</w:t>
      </w:r>
    </w:p>
    <w:p w14:paraId="1EB9897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tttcacagat caaccaattg atcttgtacc aaaccaacca tatccaaacg caagcttcga</w:t>
      </w:r>
    </w:p>
    <w:p w14:paraId="4EDB65A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taattttaag tttgtatgtg ataatatcaa atttgctgat gatttaaacc agttaactgg</w:t>
      </w:r>
    </w:p>
    <w:p w14:paraId="51D8C10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ttataagaaa cctgcttcaa gagagcttaa agttacattt ttccctgact taaatggtga</w:t>
      </w:r>
    </w:p>
    <w:p w14:paraId="03728E0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tgtggtggct attgattata aacactacac accctctttt aagaaaggag ctaaattgtt</w:t>
      </w:r>
    </w:p>
    <w:p w14:paraId="5CBE690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acataaacct attgtttggc atgttaacaa tgcaactaat aaagccacgt ataaaccaaa</w:t>
      </w:r>
    </w:p>
    <w:p w14:paraId="0FCFC88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tacctggtgt atacgttgtc tttggagcac aaaaccagtt gaaacatcaa attcgtttga</w:t>
      </w:r>
    </w:p>
    <w:p w14:paraId="314D73A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tgtactgaag tcagaggacg cgcagggaat ggataatctt gcctgcgaag atctaaaacc</w:t>
      </w:r>
    </w:p>
    <w:p w14:paraId="0359E05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agtctctgaa gaagtagtgg aaaatcctac catacagaaa gacgttcttg agtgtaatgt</w:t>
      </w:r>
    </w:p>
    <w:p w14:paraId="2A008FA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gaaaactacc gaagttgtag gagacattat acttaaacca gcaaataata taaaaattac</w:t>
      </w:r>
    </w:p>
    <w:p w14:paraId="72939A8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agaagaggtt ggccacacag atctaatggc tgcttatgta gacaattcta gtcttactat</w:t>
      </w:r>
    </w:p>
    <w:p w14:paraId="239D563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taagaaacct aatgaattat ctagagtatt aggtttgaaa acccttgcta ctcatggttt</w:t>
      </w:r>
    </w:p>
    <w:p w14:paraId="66003B3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agctgctgtt aatagtgtcc cttgggatac tatagctaat tatgctaagc cttttcttaa</w:t>
      </w:r>
    </w:p>
    <w:p w14:paraId="31EB92C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caaagttgtt agtacaacta ctaacatagt tacacggtgt ttaaaccgtg tttgtactaa</w:t>
      </w:r>
    </w:p>
    <w:p w14:paraId="356ABD2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ttatatgcct tatttcttta ctttattgct acaattgtgt acttttacta gaagtacaaa</w:t>
      </w:r>
    </w:p>
    <w:p w14:paraId="5AE83BD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ttctagaatt aaagcatcta tgccgactac tatagcaaag aatactgtta agagtgtcgg</w:t>
      </w:r>
    </w:p>
    <w:p w14:paraId="1A4D894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taaattttgt ctagaggctt catttaatta tttgaagtca cctaattttt ctaaactgat</w:t>
      </w:r>
    </w:p>
    <w:p w14:paraId="2B98CD5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aaatattata atttggtttt tactattaag tgtttgccta ggttctttaa tctactcaac</w:t>
      </w:r>
    </w:p>
    <w:p w14:paraId="2009C32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cgctgcttta ggtgttttaa tgtctaattt aggcatgcct tcttactgta ctggttacag</w:t>
      </w:r>
    </w:p>
    <w:p w14:paraId="31901BB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agaaggctat ttgaactcta ctaatgtcac tattgcaacc tactgtactg gttctatacc</w:t>
      </w:r>
    </w:p>
    <w:p w14:paraId="0083001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ttgtagtgtt tgtcttagtg gtttagattc tttagacacc tatccttctt tagaaactat</w:t>
      </w:r>
    </w:p>
    <w:p w14:paraId="3CA71AF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acaaattacc atttcatctt ttaaatggga tttaactgct tttggcttag ttgcagagtg</w:t>
      </w:r>
    </w:p>
    <w:p w14:paraId="71C260C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gtttttggca tatattcttt tcactaggtt tttctatgta cttggattgg ctgcaatcat</w:t>
      </w:r>
    </w:p>
    <w:p w14:paraId="4908936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gcaattgttt ttcagctatt ttgcagtaca ttttattagt aattcttggc ttatgtggtt</w:t>
      </w:r>
    </w:p>
    <w:p w14:paraId="690CBFA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aataattaat cttgtacaaa tggccccgat ttcagctatg gttagaatgt acatcttctt</w:t>
      </w:r>
    </w:p>
    <w:p w14:paraId="2921113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tgcatcattt tattatgtat ggaaaagtta tgtgcatgtt gtagacggtt gtaattcatc</w:t>
      </w:r>
    </w:p>
    <w:p w14:paraId="749EDAA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aacttgtatg atgtgttaca aacgtaatag agcaacaaga gtcgaatgta caactattgt</w:t>
      </w:r>
    </w:p>
    <w:p w14:paraId="0D37FB5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taatggtgtt agaaggtcct tttatgtcta tgctaatgga ggtaaaggct tttgcaaact</w:t>
      </w:r>
    </w:p>
    <w:p w14:paraId="37B0E53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7501 acacaattgg aattgtgtta attgtgatac attctgtgct ggtagtacat ttattagtga</w:t>
      </w:r>
    </w:p>
    <w:p w14:paraId="1856F8F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tgaagttgcg agagacttgt cactacagtt taaaagacca ataaatccta ctgaccagtc</w:t>
      </w:r>
    </w:p>
    <w:p w14:paraId="5B9A61E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ttcttacatc gttgatagtg ttacagtgaa gaatggttcc atccatcttt actttgataa</w:t>
      </w:r>
    </w:p>
    <w:p w14:paraId="4CAB38B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agctggtcaa aagacttatg aaagacattc tctctctcat tttgttaact tagacaacct</w:t>
      </w:r>
    </w:p>
    <w:p w14:paraId="5FAB446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gagagctaat aacactaaag gttcattgcc tattaatgtt atagtttttg atggtaaatc</w:t>
      </w:r>
    </w:p>
    <w:p w14:paraId="486C1CA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aaaatgtgaa gaatcatctg caaaatcagc gtctgtttac tacagtcagc ttatgtgtca</w:t>
      </w:r>
    </w:p>
    <w:p w14:paraId="7694087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acctatactg ttactagatc aggcattagt gtctgatgtt ggtgatagtg cggaagttgc</w:t>
      </w:r>
    </w:p>
    <w:p w14:paraId="28156FE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agttaaaatg tttgatgctt acgttaatac gttttcatca acttttaacg taccaatgga</w:t>
      </w:r>
    </w:p>
    <w:p w14:paraId="597202D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aaaactcaaa acactagttg caactgcaga agctgaactt gcaaagaatg tgtccttaga</w:t>
      </w:r>
    </w:p>
    <w:p w14:paraId="05E41F3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caatgtctta tctactttta tttcagcagc tcggcaaggg tttgttgatt cagatgtaga</w:t>
      </w:r>
    </w:p>
    <w:p w14:paraId="1B8D64E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aactaaagat gttgttgaat gtcttaaatt gtcacatcaa tctgacatag aagttactgg</w:t>
      </w:r>
    </w:p>
    <w:p w14:paraId="1A64E46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cgatagttgt aataactata tgctcaccta taacaaagtt gaaaacatga caccccgtga</w:t>
      </w:r>
    </w:p>
    <w:p w14:paraId="2B9B589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ccttggtgct tgtattgact gtagtgcgcg tcatattaat gcgcaggtag caaaaagtca</w:t>
      </w:r>
    </w:p>
    <w:p w14:paraId="01A2D83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caacattact ttgatatgga acgttaaaga tttcatgtca ttgtctgaac aactacgaaa</w:t>
      </w:r>
    </w:p>
    <w:p w14:paraId="5F4DD91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acaaatacgt agtgctgcta aaaagaataa cttacctttt aagttgacat gtgcaactac</w:t>
      </w:r>
    </w:p>
    <w:p w14:paraId="488E7E7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tagacaagtt gttaatgttg taacaacaaa gatagcactt aagggtggta aaattgttaa</w:t>
      </w:r>
    </w:p>
    <w:p w14:paraId="1D97174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taattggttg aagcagttaa ttaaagttac acttgtgttc ctttttgttg ctgctatttt</w:t>
      </w:r>
    </w:p>
    <w:p w14:paraId="48654D3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ctatttaata acacctgttc atgtcatgtc taaacatact gacttttcaa gtgaaatcat</w:t>
      </w:r>
    </w:p>
    <w:p w14:paraId="7150474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aggatacaag gctattgatg gtggtgtcac tcgtgacata gcatctacag atacttgttt</w:t>
      </w:r>
    </w:p>
    <w:p w14:paraId="2FCBDBF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tgctaacaaa catgctgatt ttgacacatg gtttagccag cgtggtggta gttatactaa</w:t>
      </w:r>
    </w:p>
    <w:p w14:paraId="3AC1825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tgacaaagct tgcccattga ttgctgcagt cataacaaga gaagtgggtt ttgtcgtgcc</w:t>
      </w:r>
    </w:p>
    <w:p w14:paraId="2CB242F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tggtttgcct ggcacgatat tacgcacaac taatggtgac tttttgcatt tcttacctag</w:t>
      </w:r>
    </w:p>
    <w:p w14:paraId="4DC08F4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agtttttagt gcagttggta acatctgtta cacaccatca aaacttatag agtacactga</w:t>
      </w:r>
    </w:p>
    <w:p w14:paraId="6F46109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ctttgcaaca tcagcttgtg ttttggctgc tgaatgtaca atttttaaag atgcttctgg</w:t>
      </w:r>
    </w:p>
    <w:p w14:paraId="6DF7D46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taagccagta ccatattgtt atgataccaa tgtactagaa ggttctgttg cttatgaaag</w:t>
      </w:r>
    </w:p>
    <w:p w14:paraId="579CB2B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tttacgccct gacacacgtt atgtgctcat ggatggctct attattcaat ttcctaacac</w:t>
      </w:r>
    </w:p>
    <w:p w14:paraId="3180BF9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ctaccttgaa ggttctgtta gagtggtaac aacttttgat tctgagtact gtaggcacgg</w:t>
      </w:r>
    </w:p>
    <w:p w14:paraId="3343DF8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cacttgtgaa agatcagaag ctggtgtttg tgtatctact agtggtagat gggtacttaa</w:t>
      </w:r>
    </w:p>
    <w:p w14:paraId="4DE2EA5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caatgattat tacagatctt taccaggagt tttctgtggt gtagatgctg taaatttact</w:t>
      </w:r>
    </w:p>
    <w:p w14:paraId="1544596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tactaatatg tttacaccac taattcaacc tattggtgct ttggacatat cagcatctat</w:t>
      </w:r>
    </w:p>
    <w:p w14:paraId="7A26A9C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agtagctggt ggtattgtag ctatcgtagt aacatgcctt gcctactatt ttatgaggtt</w:t>
      </w:r>
    </w:p>
    <w:p w14:paraId="384CC7B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tagaagagct tttggtgaat acagtcatgt agttgccttt aatactttac tattccttat</w:t>
      </w:r>
    </w:p>
    <w:p w14:paraId="74973BD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gtcattcact gtactctgtt taacaccagt ttactcattc ttacctggtg tttattctgt</w:t>
      </w:r>
    </w:p>
    <w:p w14:paraId="68E0221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tatttacttg tacttgacat tttatcttac taatgatgtt tcttttttag cacatattca</w:t>
      </w:r>
    </w:p>
    <w:p w14:paraId="79899F8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gtggatggtt atgttcacac ctttagtacc tttctggata acaattgctt atatcatttg</w:t>
      </w:r>
    </w:p>
    <w:p w14:paraId="2FBAEF7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tatttccaca aagcatttct attggttctt tagtaattac ctaaagagac gtgtagtctt</w:t>
      </w:r>
    </w:p>
    <w:p w14:paraId="3180886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taatggtgtt tcctttagta cttttgaaga agctgcgctg tgcacctttt tgttaaataa</w:t>
      </w:r>
    </w:p>
    <w:p w14:paraId="2AFDED2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agaaatgtat ctaaagttgc gtagtgatgt gctattacct cttacgcaat ataatagata</w:t>
      </w:r>
    </w:p>
    <w:p w14:paraId="6A7EBB5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cttagctctt tataataagt acaagtattt tagtggagca atggatacaa ctagctacag</w:t>
      </w:r>
    </w:p>
    <w:p w14:paraId="1AE4F25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agaagctgct tgttgtcatc tcgcaaaggc tctcaatgac ttcagtaact caggttctga</w:t>
      </w:r>
    </w:p>
    <w:p w14:paraId="5C3193E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tgttctttac caaccaccac aaatctctat cacctcagct gttttgcaga gtggttttag</w:t>
      </w:r>
    </w:p>
    <w:p w14:paraId="7503C36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aaaaatggca ttcccatctg gtaaagttga gggttgtatg gtacaagtaa cttgtggtac</w:t>
      </w:r>
    </w:p>
    <w:p w14:paraId="2C6C595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10021 aactacactt aacggtcttt ggcttgatga cgtagtttac tgtccaagac atgtgatctg</w:t>
      </w:r>
    </w:p>
    <w:p w14:paraId="53ACB32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cacctctgaa gacatgctta accctaatta tgaagattta ctcattcgta agtctaatca</w:t>
      </w:r>
    </w:p>
    <w:p w14:paraId="2362AB4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taatttcttg gtacaggctg gtaatgttca actcagggtt attggacatt ctatgcaaaa</w:t>
      </w:r>
    </w:p>
    <w:p w14:paraId="1B50914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ttgtgtactt aagcttaagg ttgatacagc caatcctaag acacctaagt ataagtttgt</w:t>
      </w:r>
    </w:p>
    <w:p w14:paraId="7CE291F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tcgcattcaa ccaggacaga ctttttcagt gttagcttgt tacaatggtt caccatctgg</w:t>
      </w:r>
    </w:p>
    <w:p w14:paraId="1B06483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tgtttaccaa tgtgctatga ggcacaattt cactattaag ggttcattcc ttaatggttc</w:t>
      </w:r>
    </w:p>
    <w:p w14:paraId="5B0C075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atgtggtagt gttggtttta acatagatta tgactgtgtc tctttttgtt acatgcacca</w:t>
      </w:r>
    </w:p>
    <w:p w14:paraId="7783883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tatggaatta ccaactggag ttcatgctgg cacagactta gaaggtaact tttatggacc</w:t>
      </w:r>
    </w:p>
    <w:p w14:paraId="0C0ED6B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ttttgttgac aggcaaacag cacaagcagc tggtacggac acaactatta cagttaatgt</w:t>
      </w:r>
    </w:p>
    <w:p w14:paraId="304F1D3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tttagcttgg ttgtacgctg ctgttataaa tggagacagg tggtttctca atcgatttac</w:t>
      </w:r>
    </w:p>
    <w:p w14:paraId="66219E4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cacaactctt aatgacttta accttgtggc tatgaagtac aattatgaac ctctaacaca</w:t>
      </w:r>
    </w:p>
    <w:p w14:paraId="32C2D47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agaccatgtt gacatactag gacctctttc tgctcaaact ggaattgccg ttttagatat</w:t>
      </w:r>
    </w:p>
    <w:p w14:paraId="775D2FD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gtgtgcttca ttaaaagaat tactgcaaaa tggtatgaat ggacgtacca tattgggtag</w:t>
      </w:r>
    </w:p>
    <w:p w14:paraId="4D024DA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tgctttatta gaagatgaat ttacaccttt tgatgttgtt agacaatgct caggtgttac</w:t>
      </w:r>
    </w:p>
    <w:p w14:paraId="6C6A298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tttccaaagt gcagtgaaaa gaacaatcaa gggtacacac cactggttgt tactcacaat</w:t>
      </w:r>
    </w:p>
    <w:p w14:paraId="3FC817C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tttgacttca cttttagttt tagtccagag tactcaatgg tctttgttct tttttttgta</w:t>
      </w:r>
    </w:p>
    <w:p w14:paraId="7A45115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tgaaaatgcc tttttacctt ttgctatggg tattattgct atgtctgctt ttgcaatgat</w:t>
      </w:r>
    </w:p>
    <w:p w14:paraId="46B6636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gtttgtcaaa cataagcatg catttctctg tttgtttttg ttaccttctc ttgccactgt</w:t>
      </w:r>
    </w:p>
    <w:p w14:paraId="5E1181D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agcttatttt aatatggtct atatgcctgc tagttgggtg atgcgtatta tgacatggtt</w:t>
      </w:r>
    </w:p>
    <w:p w14:paraId="60AF4A9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ggatatggtt gatactagtt ttaagctaaa agactgtgtt atgtatgcat cagctgtagt</w:t>
      </w:r>
    </w:p>
    <w:p w14:paraId="3FCD0D6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gttactaatc cttatgacag caagaactgt gtatgatgat ggtgctagga gagtgtggac</w:t>
      </w:r>
    </w:p>
    <w:p w14:paraId="3888B32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acttatgaat gtcttgacac tcgtttataa agtttattat ggtaatgctt tagatcaagc</w:t>
      </w:r>
    </w:p>
    <w:p w14:paraId="6F4E1E4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catttccatg tgggctctta taatctctgt tacttctaac tactcaggtg tagttacaac</w:t>
      </w:r>
    </w:p>
    <w:p w14:paraId="22EDA48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tgtcatgttt ttggccagag gtgttgtttt tatgtgtgtt gagtattgcc ctattttctt</w:t>
      </w:r>
    </w:p>
    <w:p w14:paraId="11CE85C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cataactggt aatacacttc agtgtataat gctagtttat tgtttcttag gctatttttg</w:t>
      </w:r>
    </w:p>
    <w:p w14:paraId="3AEEBA8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tacttgttac tttggcctct tttgtttact caaccgctac tttagactga ctcttggtgt</w:t>
      </w:r>
    </w:p>
    <w:p w14:paraId="737665F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ttatgattac ttagtttcta cacaggagtt tagatatatg aattcacagg gactactccc</w:t>
      </w:r>
    </w:p>
    <w:p w14:paraId="2033ADC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acccaagaat agcatagatg ccttcaaact caacattaaa ttgttgggtg ttggtggcaa</w:t>
      </w:r>
    </w:p>
    <w:p w14:paraId="799E390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accttgtatc aaagtagcca ctgtacagtc taaaatgtca gatgtaaagt gcacatcagt</w:t>
      </w:r>
    </w:p>
    <w:p w14:paraId="45FDBE6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agtcttactc tcagttttgc aacaactcag agtagaatca tcatctaaat tgtgggctca</w:t>
      </w:r>
    </w:p>
    <w:p w14:paraId="327EEDC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atgtgtccag ttacacaatg acattctctt agctaaagat actactgaag cctttgaaaa</w:t>
      </w:r>
    </w:p>
    <w:p w14:paraId="4A75D6F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aatggtttca ctactttctg ttttgctttc catgcagggt gctgtagaca taaacaagct</w:t>
      </w:r>
    </w:p>
    <w:p w14:paraId="25C5C25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ttgtgaagaa atgctggaca acagggcaac cttacaagct atagcctcag agtttagttc</w:t>
      </w:r>
    </w:p>
    <w:p w14:paraId="2EBD44F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ccttccatca tatgcagctt ttgctactgc tcaagaagct tatgagcagg ctgttgctaa</w:t>
      </w:r>
    </w:p>
    <w:p w14:paraId="2E0ABA6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tggtgattct gaagttgttc ttaaaaagtt gaagaagtct ttgaatgtgg ctaaatctga</w:t>
      </w:r>
    </w:p>
    <w:p w14:paraId="6C9CD32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atttgaccgt gatgcagcca tgcaacgtaa gttggaaaag atggctgatc aagctatgat</w:t>
      </w:r>
    </w:p>
    <w:p w14:paraId="575CAC8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ccaaatgtat aaacaggcta gatctgagga caagagggca aaagttacta gtgctatgca</w:t>
      </w:r>
    </w:p>
    <w:p w14:paraId="19535D2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gacaatgctt ttcactatgc ttagaaagtt ggataatgat gcactcaaca acattatcaa</w:t>
      </w:r>
    </w:p>
    <w:p w14:paraId="2E2A990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caatgcaaga gatggttgtg ttcccttgaa cataatacct cttacaacag cagccaaact</w:t>
      </w:r>
    </w:p>
    <w:p w14:paraId="333CBFC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aatggttgtc ataccagact ataacacata taaaaatacg tgtgatggta caacatttac</w:t>
      </w:r>
    </w:p>
    <w:p w14:paraId="3C95741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ttatgcatca gcattgtggg aaatccaaca ggttgtagat gcagatagta aaattgttca</w:t>
      </w:r>
    </w:p>
    <w:p w14:paraId="4C94089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acttagtgaa attagtatgg acaattcacc taatttagca tggcctctta ttgtaacagc</w:t>
      </w:r>
    </w:p>
    <w:p w14:paraId="661AB8C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12541 tttaagggcc aattctgctg tcaaattaca gaataatgag cttagtcctg ttgcactacg</w:t>
      </w:r>
    </w:p>
    <w:p w14:paraId="2A2FE3B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acagatgtct tgtgctgccg gtactacaca aactgcttgc actgatgaca atgcgttagc</w:t>
      </w:r>
    </w:p>
    <w:p w14:paraId="0A40B90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ttactacaac acaacaaagg gaggtaggtt tgtacttgca ctgttatccg atttacagga</w:t>
      </w:r>
    </w:p>
    <w:p w14:paraId="7006320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tttgaaatgg gctagattcc ctaagagtga tggaactggt actatctata cagaactgga</w:t>
      </w:r>
    </w:p>
    <w:p w14:paraId="38BB22F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accaccttgt aggtttgtta cagacacacc taaaggtcct aaagtgaagt atttatactt</w:t>
      </w:r>
    </w:p>
    <w:p w14:paraId="7E3A574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tattaaagga ttaaacaacc taaatagagg tatggtactt ggtagtttag ctgccacagt</w:t>
      </w:r>
    </w:p>
    <w:p w14:paraId="1F33BD1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acgtctacaa gctggtaatg caacagaagt gcctgccaat tcaactgtat tatctttctg</w:t>
      </w:r>
    </w:p>
    <w:p w14:paraId="1EEA54C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tgcttttgct gtagatgctg ctaaagctta caaagattat ctagctagtg ggggacaacc</w:t>
      </w:r>
    </w:p>
    <w:p w14:paraId="1EC42BD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aatcactaat tgtgttaaga tgttgtgtac acacactggt actggtcagg caataacagt</w:t>
      </w:r>
    </w:p>
    <w:p w14:paraId="66D1C79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cacaccggaa gccaatatgg atcaagaatc ctttggtggt gcatcgtgtt gtctgtactg</w:t>
      </w:r>
    </w:p>
    <w:p w14:paraId="18E3D84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ccgttgccac atagatcatc caaatcctaa aggattttgt gacttaaaag gtaagtatgt</w:t>
      </w:r>
    </w:p>
    <w:p w14:paraId="77EE155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acaaatacct acaacttgtg ctaatgaccc tgtgggtttt acacttaaaa acacagtctg</w:t>
      </w:r>
    </w:p>
    <w:p w14:paraId="03B628E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taccgtctgc ggtatgtgga aaggttatgg ctgtagttgt gatcaactcc gcgaacccat</w:t>
      </w:r>
    </w:p>
    <w:p w14:paraId="7E4C5F5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gcttcagtca gctgatgcac aatcgttttt aaacgggttt gcggtgtaag tgcagcccgt</w:t>
      </w:r>
    </w:p>
    <w:p w14:paraId="52F3622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cttacaccgt gcggcacagg cactagtact gatgtcgtat acagggcttt tgacatctac</w:t>
      </w:r>
    </w:p>
    <w:p w14:paraId="5E0862D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aatgataaag tagctggttt tgctaaattc ctaaaaacta attgttgtcg cttccaagaa</w:t>
      </w:r>
    </w:p>
    <w:p w14:paraId="02C44CD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aaggacgaag atgacaattt aattgattct tactttgtag ttaagagaca cactttctct</w:t>
      </w:r>
    </w:p>
    <w:p w14:paraId="3FC578B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aactaccaac atgaagaaac aatttataat ttacttaagg attgtccagc tgttgctaaa</w:t>
      </w:r>
    </w:p>
    <w:p w14:paraId="15B450A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catgacttct ttaagtttag aatagacggt gacatggtac cacatatatc acgtcaacgt</w:t>
      </w:r>
    </w:p>
    <w:p w14:paraId="41862D0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cttactaaat acacaatggc agacctcgtc tatgctttaa ggcattttga tgaaggtaat</w:t>
      </w:r>
    </w:p>
    <w:p w14:paraId="5379EE4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tgtgacacat taaaagaaat acttgtcaca tacaattgtt gtgatgatga ttatttcaat</w:t>
      </w:r>
    </w:p>
    <w:p w14:paraId="07B8303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aaaaaggact ggtatgattt tgtagaaaac ccagatatat tacgcgtata cgccaactta</w:t>
      </w:r>
    </w:p>
    <w:p w14:paraId="401E1D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ggtgaacgtg tacgccaagc tttgttaaaa acagtacaat tctgtgatgc catgcgaaat</w:t>
      </w:r>
    </w:p>
    <w:p w14:paraId="5E500D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gctggtattg ttggtgtact gacattagat aatcaagatc tcaatggtaa ctggtatgat</w:t>
      </w:r>
    </w:p>
    <w:p w14:paraId="4014367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ttcggtgatt tcatacaaac cacgccaggt agtggagttc ctgttgtaga ttcttattat</w:t>
      </w:r>
    </w:p>
    <w:p w14:paraId="6279D1F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tcattgttaa tgcctatatt aaccttgacc agggctttaa ctgcagagtc acatgttgac</w:t>
      </w:r>
    </w:p>
    <w:p w14:paraId="7678B1B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actgacttaa caaagcctta cattaagtgg gatttgttaa aatatgactt cacggaagag</w:t>
      </w:r>
    </w:p>
    <w:p w14:paraId="0F45BFA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aggttaaaac tctttgaccg ttattttaaa tattgggatc agacatacca cccaaattgt</w:t>
      </w:r>
    </w:p>
    <w:p w14:paraId="01D60FF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gttaactgtt tggatgacag atgcattctg cattgtgcaa actttaatgt tttattctct</w:t>
      </w:r>
    </w:p>
    <w:p w14:paraId="0C2EFCE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acagtgttcc cacttacaag ttttggacca ctagtgagaa aaatatttgt tgatggtgtt</w:t>
      </w:r>
    </w:p>
    <w:p w14:paraId="01A7F32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ccatttgtag tttcaactgg ataccacttc agagagctag gtgttgtaca taatcaggat</w:t>
      </w:r>
    </w:p>
    <w:p w14:paraId="2328A8A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gtaaacttac atagctctag acttagtttt aaggaattac ttgtgtatgc tgctgaccct</w:t>
      </w:r>
    </w:p>
    <w:p w14:paraId="69DA084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gctatgcacg ctgcttctgg taatctatta ctagataaac gcactacgtg cttttcagta</w:t>
      </w:r>
    </w:p>
    <w:p w14:paraId="6C7C576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gctgcactta ctaacaatgt tgcttttcaa actgtcaaac ccggtaattt taacaaagac</w:t>
      </w:r>
    </w:p>
    <w:p w14:paraId="793311F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ttctatgact ttgctgtgtc taagggtttc tttaaggaag gaagttctgt tgaattaaaa</w:t>
      </w:r>
    </w:p>
    <w:p w14:paraId="3746210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cacttcttct ttgctcagga tggtaatgct gctatcagcg attatgacta ctatcgttat</w:t>
      </w:r>
    </w:p>
    <w:p w14:paraId="186CF43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aatctaccaa caatgtgtga tatcagacaa ctactatttg tagttgaagt tgttgataag</w:t>
      </w:r>
    </w:p>
    <w:p w14:paraId="26E1951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tactttgatt gttacgatgg tggctgtatt aatgctaacc aagtcatcgt caacaaccta</w:t>
      </w:r>
    </w:p>
    <w:p w14:paraId="37211BD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gacaaatcag ctggttttcc atttaataaa tggggtaagg ctagacttta ttatgattca</w:t>
      </w:r>
    </w:p>
    <w:p w14:paraId="0C35354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atgagttatg aggatcaaga tgcacttttc gcatatacaa aacgtaatgt catccctact</w:t>
      </w:r>
    </w:p>
    <w:p w14:paraId="7049FDD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ataactcaaa tgaatcttaa gtatgccatt agtgcaaaga atagagctcg caccgtagct</w:t>
      </w:r>
    </w:p>
    <w:p w14:paraId="619D315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ggtgtctcta tctgtagtac tatgaccaat agacagtttc atcaaaaatt attgaaatca</w:t>
      </w:r>
    </w:p>
    <w:p w14:paraId="667BEFF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15061 atagccgcca ctagaggagc tactgtagta attggaacaa gcaaattcta tggtggttgg</w:t>
      </w:r>
    </w:p>
    <w:p w14:paraId="3BB0AFA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cacaatatgt taaaaactgt ttatagtgat gtagaaaacc ctcaccttat gggttgggat</w:t>
      </w:r>
    </w:p>
    <w:p w14:paraId="044EFE2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tatcctaaat gtgatagagc catgcctaac atgcttagaa ttatggcctc acttgttctt</w:t>
      </w:r>
    </w:p>
    <w:p w14:paraId="65799E6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gctcgcaaac atacaacgtg ttgtagcttg tcacaccgtt tctatagatt agctaatgag</w:t>
      </w:r>
    </w:p>
    <w:p w14:paraId="05BF772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tgtgctcaag tattgagtga aatggtcatg tgtggcggtt cactatatgt taaaccaggt</w:t>
      </w:r>
    </w:p>
    <w:p w14:paraId="1D4B6F9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ggaacctcat caggagatgc cacaactgct tatgctaata gtgtttttaa catttgtcaa</w:t>
      </w:r>
    </w:p>
    <w:p w14:paraId="720575F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gctgtcacgg ccaatgttaa tgcactttta tctactgatg gtaacaaaat tgccgataag</w:t>
      </w:r>
    </w:p>
    <w:p w14:paraId="568C14D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tatgtccgca atttacaaca cagactttat gagtgtctct atagaaatag agatgttgac</w:t>
      </w:r>
    </w:p>
    <w:p w14:paraId="57097E0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acagactttg tgaatgagtt ttacgcatat ttgcgtaaac atttctcaat gatgatactc</w:t>
      </w:r>
    </w:p>
    <w:p w14:paraId="2235F77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tctgacgatg ctgttgtgtg tttcaatagc acttatgcat ctcaaggtct agtggctagc</w:t>
      </w:r>
    </w:p>
    <w:p w14:paraId="0B6461C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ataaagaact ttaagtcagt tctttattat caaaacaatg tttttatgtc tgaagcaaaa</w:t>
      </w:r>
    </w:p>
    <w:p w14:paraId="25081AA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tgttggactg agactgacct tactaaagga cctcatgaat tttgctctca acatacaatg</w:t>
      </w:r>
    </w:p>
    <w:p w14:paraId="42F3998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ctagttaaac agggtgatga ttatgtgtac cttccttacc cagatccatc aagaatccta</w:t>
      </w:r>
    </w:p>
    <w:p w14:paraId="16561C4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ggggccggct gttttgtaga tgatatcgta aaaacagatg gtacacttat gattgaacgg</w:t>
      </w:r>
    </w:p>
    <w:p w14:paraId="00886F4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ttcgtgtctt tagctataga tgcttaccca cttactaaac atcctaatca ggagtatgct</w:t>
      </w:r>
    </w:p>
    <w:p w14:paraId="0D22685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gatgtctttc atttgtactt acaatacata agaaagctac atgatgagtt aacaggacac</w:t>
      </w:r>
    </w:p>
    <w:p w14:paraId="7C0A82A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atgttagaca tgtattctgt tatgcttact aatgataaca cttcaaggta ttgggaacct</w:t>
      </w:r>
    </w:p>
    <w:p w14:paraId="3A429E2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gagttttatg aggctatgta cacaccgcat acagtcttac aggctgttgg ggcttgtgtt</w:t>
      </w:r>
    </w:p>
    <w:p w14:paraId="28BA858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ctttgcaatt cacagacttc attaagatgt ggtgcttgca tacgtagacc attcttatgt</w:t>
      </w:r>
    </w:p>
    <w:p w14:paraId="16A2595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tgtaaatgct gttacgacca tgtcatatca acatcacata aattagtctt gtctgttaat</w:t>
      </w:r>
    </w:p>
    <w:p w14:paraId="6D499C9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ccgtatgttt gcaatgctcc aggttgtgat gtcacagatg tgactcaact ttacttagga</w:t>
      </w:r>
    </w:p>
    <w:p w14:paraId="3C094C1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ggtatgagct attattgtaa atcacataaa ccacccatta gttttccatt gtgtgctaat</w:t>
      </w:r>
    </w:p>
    <w:p w14:paraId="4BB8ABF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ggacaagttt ttggtttata taaaaataca tgtgttggta gcgataatgt tactgacttt</w:t>
      </w:r>
    </w:p>
    <w:p w14:paraId="06A97FD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aatgcaattg caacatgtga ctggacaaat gctggtgatt acattttagc taacacctgt</w:t>
      </w:r>
    </w:p>
    <w:p w14:paraId="2F99360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actgaaagac tcaagctttt tgcagcagaa acgctcaaag ctactgagga gacatttaaa</w:t>
      </w:r>
    </w:p>
    <w:p w14:paraId="23BAF18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ctgtcttatg gtattgctac tgtacgtgaa gtgctgtctg acagagaatt acatctttca</w:t>
      </w:r>
    </w:p>
    <w:p w14:paraId="55D198D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tgggaagttg gtaaacctag accaccactt aaccgaaatt atgtctttac tggttatcgt</w:t>
      </w:r>
    </w:p>
    <w:p w14:paraId="64E1828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gtaactaaaa acagtaaagt acaaatagga gagtacacct ttgaaaaagg tgactatggt</w:t>
      </w:r>
    </w:p>
    <w:p w14:paraId="3A58D8F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gatgctgttg tttaccgagg tacaacaact tacaaattaa atgttggtga ttattttgtg</w:t>
      </w:r>
    </w:p>
    <w:p w14:paraId="7D87915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ctgacatcac atacagtaat gccattaagt gcacctacac tagtgccaca agagcactat</w:t>
      </w:r>
    </w:p>
    <w:p w14:paraId="54DF466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gttagaatta ctggcttata cccaacactc aatatctcag atgagttttc tagcaatgtt</w:t>
      </w:r>
    </w:p>
    <w:p w14:paraId="149D36F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gcaaattatc aaaaggttgg tatgcaaaag tattctacac tccagggacc acctggtact</w:t>
      </w:r>
    </w:p>
    <w:p w14:paraId="6E51544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ggtaagagtc attttgctat tggcctagct ctctactacc cttctgctcg catagtgtat</w:t>
      </w:r>
    </w:p>
    <w:p w14:paraId="411AFF6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acagcttgct ctcatgccgc tgttgatgca ctatgtgaga aggcattaaa atatttgcct</w:t>
      </w:r>
    </w:p>
    <w:p w14:paraId="43C4397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atagataaat gtagtagaat tatacctgca cgtgctcgtg tagagtgttt tgataaattc</w:t>
      </w:r>
    </w:p>
    <w:p w14:paraId="59DDE63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aaagtgaatt caacattaga acagtatgtc ttttgtactg taaatgcatt gcctgagacg</w:t>
      </w:r>
    </w:p>
    <w:p w14:paraId="30D5D79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acagcagata tagttgtctt tgatgaaatt tcaatggcca caaattatga tttgagtgtt</w:t>
      </w:r>
    </w:p>
    <w:p w14:paraId="16BBE51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gtcaatgcca gattacgtgc taagcactat gtgtacattg gcgaccctgc tcaattacct</w:t>
      </w:r>
    </w:p>
    <w:p w14:paraId="4150702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gcaccacgca cattgctaac taagggcaca ctagaaccag aatatttcaa ttcagtgtgt</w:t>
      </w:r>
    </w:p>
    <w:p w14:paraId="45EB8F5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agacttatga aaactatagg tccagacatg ttcctcggaa cttgtcggcg ttgtcctgct</w:t>
      </w:r>
    </w:p>
    <w:p w14:paraId="78E6CA2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gaaattgttg acactgtgag tgctttggtt tatgataata agcttaaagc acataaagac</w:t>
      </w:r>
    </w:p>
    <w:p w14:paraId="48E63A4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aaatcagctc aatgctttaa aatgttttat aagggtgtta tcacgcatga tgtttcatct</w:t>
      </w:r>
    </w:p>
    <w:p w14:paraId="4357407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17581 gcaattaaca ggccacaaat aggcgtggta agagaattcc ttacacgtaa ccctgcttgg</w:t>
      </w:r>
    </w:p>
    <w:p w14:paraId="0550DA5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agaaaagctg tctttatttc accttataat tcacagaatg ctgtagcctc aaagattttg</w:t>
      </w:r>
    </w:p>
    <w:p w14:paraId="09D41B0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ggactaccaa ctcaaactgt tgattcatca cagggctcag aatatgacta tgtcatattc</w:t>
      </w:r>
    </w:p>
    <w:p w14:paraId="291DF84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actcaaacca ctgaaacagc tcactcttgt aatgtaaaca gatttaatgt tgctattacc</w:t>
      </w:r>
    </w:p>
    <w:p w14:paraId="7DCB2EC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agagcaaaag taggcatact ttgcataatg tctgatagag acctttatga caagttgcaa</w:t>
      </w:r>
    </w:p>
    <w:p w14:paraId="76CEB1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tttacaagtc ttgaaattcc acgtaggaat gtggcaactt tacaagctga aaatgtaaca</w:t>
      </w:r>
    </w:p>
    <w:p w14:paraId="72701BB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ggactcttta aagattgtag taaggtaatc actgggttac atcctacaca ggcacctaca</w:t>
      </w:r>
    </w:p>
    <w:p w14:paraId="51E4D60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cacctcagtg ttgacactaa attcaaaact gaaggtttat gtgttgacgt acctggcata</w:t>
      </w:r>
    </w:p>
    <w:p w14:paraId="52F3EFE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cctaaggaca tgacctatag aagactcatc tctatgatgg gttttaaaat gaattatcaa</w:t>
      </w:r>
    </w:p>
    <w:p w14:paraId="734792E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gttaatggtt accctaacat gtttatcacc cgcgaagaag ctataagaca tgtacgtgca</w:t>
      </w:r>
    </w:p>
    <w:p w14:paraId="1BDBE99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tggattggct tcgatgtcga ggggtgtcat gctactagag aagctgttgg taccaattta</w:t>
      </w:r>
    </w:p>
    <w:p w14:paraId="5E9DCDF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cctttacagc taggtttttc tacaggtgtt aacctagttg ctgtacctac aggttatgtt</w:t>
      </w:r>
    </w:p>
    <w:p w14:paraId="66F3D48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gatacaccta ataatacaga tttttccaga gttagtgcta aaccaccgcc tggagatcaa</w:t>
      </w:r>
    </w:p>
    <w:p w14:paraId="332CF75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tttaaacacc tcataccact tatgtacaaa ggacttcctt ggaatgtagt gcgtataaag</w:t>
      </w:r>
    </w:p>
    <w:p w14:paraId="5F18A1B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attgtacaaa tgttaagtga cacacttaaa aatctctctg acagagtcgt atttgtctta</w:t>
      </w:r>
    </w:p>
    <w:p w14:paraId="4F00A14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tgggcacatg gctttgagtt gacatctatg aagtattttg tgaaaatagg acctgagcgc</w:t>
      </w:r>
    </w:p>
    <w:p w14:paraId="6638ED2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acctgttgtc tatgtgatag acgtgccaca tgcttttcca ctgcttcaga cacttatgcc</w:t>
      </w:r>
    </w:p>
    <w:p w14:paraId="30EFA7E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tgttggcatc attctattgg atttgattac gtctataatc cgtttatgat tgatgttcaa</w:t>
      </w:r>
    </w:p>
    <w:p w14:paraId="7508E02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caatggggtt ttacaggtaa cctacaaagc aaccatgatc tgtattgtca agtccatggt</w:t>
      </w:r>
    </w:p>
    <w:p w14:paraId="708BD11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aatgcacatg tagctagttg tgatgcaatc atgactaggt gtctagctgt ccacgagtgc</w:t>
      </w:r>
    </w:p>
    <w:p w14:paraId="3EE2587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tttgttaagc gtgttgactg gactattgaa tatcctataa ttggtgatga actgaagatt</w:t>
      </w:r>
    </w:p>
    <w:p w14:paraId="0C68D51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aatgcggctt gtagaaaggt tcaacacatg gttgttaaag ctgcattatt agcagacaaa</w:t>
      </w:r>
    </w:p>
    <w:p w14:paraId="2CC31FC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ttcccagttc ttcacgacat tggtaaccct aaagctatta agtgtgtacc tcaagctgat</w:t>
      </w:r>
    </w:p>
    <w:p w14:paraId="54A7FCD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gtagaatgga agttctatga tgcacagcct tgtagtgaca aagcttataa aatagaagaa</w:t>
      </w:r>
    </w:p>
    <w:p w14:paraId="4B9CEB7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ttattctatt cttatgccac acattctgac aaattcacag atggtgtatg cctattttgg</w:t>
      </w:r>
    </w:p>
    <w:p w14:paraId="5E017EF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aattgcaatg tcgatagata tcctgctaat tccattgttt gtagatttga tactagagtg</w:t>
      </w:r>
    </w:p>
    <w:p w14:paraId="7A70513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ctatctaacc ttaacttgcc tggttgtgat ggtggcagtt tgtatgtaaa taaacatgca</w:t>
      </w:r>
    </w:p>
    <w:p w14:paraId="41E8D7D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ttccacacac cagcttttga taaaagtgct tttgttaatt taaaacaatt accatttttc</w:t>
      </w:r>
    </w:p>
    <w:p w14:paraId="1CAD2EB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tattactctg acagtccatg tgagtctcat ggaaaacaag tagtgtcaga tatagattat</w:t>
      </w:r>
    </w:p>
    <w:p w14:paraId="3AE70E7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gtaccactaa agtctgctac gtgtataaca cgttgcaatt taggtggtgc tgtctgtaga</w:t>
      </w:r>
    </w:p>
    <w:p w14:paraId="4D236E4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catcatgcta atgagtacag attgtatctc gatgcttata acatgatgat ctcagctggc</w:t>
      </w:r>
    </w:p>
    <w:p w14:paraId="6349B13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tttagcttgt gggtttacaa acaatttgat acttataacc tctggaacac ttttacaaga</w:t>
      </w:r>
    </w:p>
    <w:p w14:paraId="1D1F8F2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cttcagagtt tagaaaatgt ggcttttaat gttgtaaata agggacactt tgatggacaa</w:t>
      </w:r>
    </w:p>
    <w:p w14:paraId="5EC28EC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cagggtgaag taccagtttc tatcattaat aacactgttt acacaaaagt tgatggtgtt</w:t>
      </w:r>
    </w:p>
    <w:p w14:paraId="68ED0F9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gatgtagaat tgtttgaaaa taaaacaaca ttacctgtta atgtagcatt tgagctttgg</w:t>
      </w:r>
    </w:p>
    <w:p w14:paraId="697BC16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gctaagcgca acattaaacc agtaccagag gtgaaaatac tcaataattt gggtgtggac</w:t>
      </w:r>
    </w:p>
    <w:p w14:paraId="4BB7C3C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attgctgcta atactgtgat ctgggactac aaaagagatg ctccagcaca tatatctact</w:t>
      </w:r>
    </w:p>
    <w:p w14:paraId="63DE223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attggtgttt gttctatgac tgacatagcc aagaaaccaa ctgaaacgat ttgtgcacca</w:t>
      </w:r>
    </w:p>
    <w:p w14:paraId="5BD4C83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ctcactgtct tttttgatgg tagagttgat ggtcaagtag acttatttag aaatgcccgt</w:t>
      </w:r>
    </w:p>
    <w:p w14:paraId="0D12C7F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aatggtgttc ttattacaga aggtagtgtt aaaggtttac aaccatctgt aggtcccaaa</w:t>
      </w:r>
    </w:p>
    <w:p w14:paraId="248D451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caagctagtc ttaatggagt cacattaatt ggagaagccg taaaaacaca gttcaattat</w:t>
      </w:r>
    </w:p>
    <w:p w14:paraId="5AA0435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tataagaaag ttgatggtgt tgtccaacaa ttacctgaaa cttactttac tcagagtaga</w:t>
      </w:r>
    </w:p>
    <w:p w14:paraId="5144657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20101 aatttacaag aatttaaacc caggagtcaa atggaaattg atttcttaga attagctatg</w:t>
      </w:r>
    </w:p>
    <w:p w14:paraId="47F4EED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gatgaattca ttgaacggta taaattagaa ggctatgcct tcgaacatat cgtttatgga</w:t>
      </w:r>
    </w:p>
    <w:p w14:paraId="1A7C07A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gattttagtc atagtcagtt aggtggttta catctactga ttggactagc taaacgtttt</w:t>
      </w:r>
    </w:p>
    <w:p w14:paraId="233D443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aaggaatcac cttttgaatt agaagatttt attcctatgg acagtacagt taaaaactat</w:t>
      </w:r>
    </w:p>
    <w:p w14:paraId="006EC99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ttcataacag atgcgcaaac aggttcatct aagtgtgtgt gttctgttat tgatttatta</w:t>
      </w:r>
    </w:p>
    <w:p w14:paraId="3537CCD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cttgatgatt ttgttgaaat aataaaatcc caagatttat ctgtagtttc taaggttgtc</w:t>
      </w:r>
    </w:p>
    <w:p w14:paraId="38BA360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aaagtgacta ttgactatac agaaatttca tttatgcttt ggtgtaaaga tggccatgta</w:t>
      </w:r>
    </w:p>
    <w:p w14:paraId="5AB7EC1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gaaacatttt acccaaaatt acaatctagt caagcgtggc aaccgggtgt tgctatgcct</w:t>
      </w:r>
    </w:p>
    <w:p w14:paraId="5CEA322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aatctttaca aaatgcaaag aatgctatta gaaaagtgtg accttcaaaa ttatggtgat</w:t>
      </w:r>
    </w:p>
    <w:p w14:paraId="1F94158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agtgcaacat tacctaaagg cataatgatg aatgtcgcaa aatatactca actgtgtcaa</w:t>
      </w:r>
    </w:p>
    <w:p w14:paraId="0F09ED4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tatttaaaca cattaacatt agctgtaccc tataatatga gagttataca ttttggtgct</w:t>
      </w:r>
    </w:p>
    <w:p w14:paraId="0AE16AF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ggttctgata aaggagttgc accaggtaca gctgttttaa gacagtggtt gcctacgggt</w:t>
      </w:r>
    </w:p>
    <w:p w14:paraId="04D1E80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acgctgcttg tcgattcaga tcttaatgac tttgtctctg atgcagattc aactttgatt</w:t>
      </w:r>
    </w:p>
    <w:p w14:paraId="03BEAA3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ggtgattgtg caactgtaca tacagctaat aaatgggatc tcattattag tgatatgtac</w:t>
      </w:r>
    </w:p>
    <w:p w14:paraId="44949B6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gaccctaaga ctaaaaatgt tacaaaagaa aatgactcta aagagggttt tttcacttac</w:t>
      </w:r>
    </w:p>
    <w:p w14:paraId="141AAAB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atttgtgggt ttatacaaca aaagctagct cttggaggtt ccgtggctat aaagataaca</w:t>
      </w:r>
    </w:p>
    <w:p w14:paraId="5E130DD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gaacattctt ggaatgctga tctttataag ctcatgggac acttcgcatg gtggacagcc</w:t>
      </w:r>
    </w:p>
    <w:p w14:paraId="1C0693C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tttgttacta atgtgaatgc gtcatcatct gaagcatttt taattggatg taattatctt</w:t>
      </w:r>
    </w:p>
    <w:p w14:paraId="4360D6C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ggcaaaccac gcgaacaaat agatggttat gtcatgcatg caaattacat attttggagg</w:t>
      </w:r>
    </w:p>
    <w:p w14:paraId="751C1F5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aatacaaatc caattcagtt gtcttcctat tctttatttg acatgagtaa atttcccctt</w:t>
      </w:r>
    </w:p>
    <w:p w14:paraId="52EBAD1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aaattaaggg gtactgctgt tatgtcttta aaagaaggtc aaatcaatga tatgatttta</w:t>
      </w:r>
    </w:p>
    <w:p w14:paraId="365C2CB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tctcttctta gtaaaggtag acttataatt agagaaaaca acagagttgt tatttctagt</w:t>
      </w:r>
    </w:p>
    <w:p w14:paraId="092B33E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gatgttcttg ttaacaacta aacgaacaat gtttgttttt cttgttttat tgccactagt</w:t>
      </w:r>
    </w:p>
    <w:p w14:paraId="5973083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ctctagtcag tgtgttaatc ttacaaccag aactcaatta ccccctgcat acactaattc</w:t>
      </w:r>
    </w:p>
    <w:p w14:paraId="2D0E59D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tttcacacgt ggtgtttatt accctgacaa agttttcaga tcctcagttt tacattcaac</w:t>
      </w:r>
    </w:p>
    <w:p w14:paraId="1A99EB6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tcaggacttg ttcttacctt tcttttccaa tgttacttgg ttccatgtta tctctgggac</w:t>
      </w:r>
    </w:p>
    <w:p w14:paraId="1DE93EF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1820599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ttccattgag aagtctaaca taataagagg ctggattttt ggtactactt tagattcgaa</w:t>
      </w:r>
    </w:p>
    <w:p w14:paraId="2C1934D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5E0C1CA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tcaattttgt aatgatccat ttttggacca caaaaacaac aaaagttgga tggaaagtga</w:t>
      </w:r>
    </w:p>
    <w:p w14:paraId="11B40DA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gttcagagtt tattctagtg cgaataattg cacttttgaa tatgtctctc agccttttct</w:t>
      </w:r>
    </w:p>
    <w:p w14:paraId="437BC6F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tatggacctt gaaggaaaac agggtaattt caaaaatctt agggaatttg tgtttaagaa</w:t>
      </w:r>
    </w:p>
    <w:p w14:paraId="7E8C8D4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tattgatggt tattttaaaa tatattctaa gcacacgcct attatagtgc gtgagccaga</w:t>
      </w:r>
    </w:p>
    <w:p w14:paraId="7115BD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agatctccct cagggttttt cggctttaga accattggta gatttgccaa taggtattaa</w:t>
      </w:r>
    </w:p>
    <w:p w14:paraId="6A07717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catcactagg tttcaaactt tacttgcttt acatagaagt tatttgactc ctggtgattc</w:t>
      </w:r>
    </w:p>
    <w:p w14:paraId="3A97CCE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ttcttcaggt tggacagctg gtgctgcagc ttattatgtg ggttatcttc aacctaggac</w:t>
      </w:r>
    </w:p>
    <w:p w14:paraId="6C9C6D0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ttttctatta aaatataatg aaaatggaac cattacagat gctgtagact gtgcacttga</w:t>
      </w:r>
    </w:p>
    <w:p w14:paraId="480F2E0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ccctctctca gaaacaaagt gtacgttgaa atccttcact gtagaaaaag gaatctatca</w:t>
      </w:r>
    </w:p>
    <w:p w14:paraId="0964F0C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aacttctaac tttagagtcc aaccaacaga atctattgtt agatttccta atattacaaa</w:t>
      </w:r>
    </w:p>
    <w:p w14:paraId="0076956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cttgtgccct tttgatgaag tttttaacgc caccaaattt gcatctgttt atgcttggaa</w:t>
      </w:r>
    </w:p>
    <w:p w14:paraId="604F763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caggaagaga atcagcaact gtgttgctga ttattctgtc ctatataatt ccgcaccatt</w:t>
      </w:r>
    </w:p>
    <w:p w14:paraId="637669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tttcactttt aagtgttatg gagtgtctcc tactaaatta aatgatctct gctttactaa</w:t>
      </w:r>
    </w:p>
    <w:p w14:paraId="50ADE92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22621 tgtctatgca gattcatttg taattagagg tgatgaagtc agacaaatcg ctccagggca</w:t>
      </w:r>
    </w:p>
    <w:p w14:paraId="3AD7003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aactggaaat attgctgatt ataattataa attaccagat gattttacag gctgcgttat</w:t>
      </w:r>
    </w:p>
    <w:p w14:paraId="652F556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agcttggaat tctaataagc ttgattctaa ggttagtggt aattataatt acctgtatag</w:t>
      </w:r>
    </w:p>
    <w:p w14:paraId="63EB548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attgtttagg aagtctaatc tcaaaccttt tgagagagat atttcaactg aaatctatca</w:t>
      </w:r>
    </w:p>
    <w:p w14:paraId="5617E87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ggccggtaac aaaccttgta atggtgttgc aggttttaat tgttactttc ctttacgatc</w:t>
      </w:r>
    </w:p>
    <w:p w14:paraId="6E3EC48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atatagtttc cgacccactt atggtgttgg tcaccaacca tacagagtag tagtactttc</w:t>
      </w:r>
    </w:p>
    <w:p w14:paraId="79061C9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ttttgaactt ctacatgcac cagcaactgt ttgtggacct aaaaagtcta ctaatttggt</w:t>
      </w:r>
    </w:p>
    <w:p w14:paraId="7A84043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taaaaacaaa tgtgtcaatt tcaacttcaa tggtttaaaa ggcacaggtg ttcttactga</w:t>
      </w:r>
    </w:p>
    <w:p w14:paraId="35A22B0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gtctaacaaa aagtttctgc ctttccaaca atttggcaga gacattgctg acactactga</w:t>
      </w:r>
    </w:p>
    <w:p w14:paraId="2958F02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tgctgtccgt gatccacaga cacttgagat tcttgacatt acaccatgtt cttttggtgg</w:t>
      </w:r>
    </w:p>
    <w:p w14:paraId="5400D3E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tgtcagtgtt ataacaccag gaacaaatac ttctaaccag gttgctgttc tttatcaggg</w:t>
      </w:r>
    </w:p>
    <w:p w14:paraId="3ECDAA9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tgttaactgc acagaagtcc ctgttgctat tcatgcagat caacttactc ctacttggcg</w:t>
      </w:r>
    </w:p>
    <w:p w14:paraId="7317529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tgtttattct acaggttcta atgtttttca aacacgtgca ggctgtttaa taggggctga</w:t>
      </w:r>
    </w:p>
    <w:p w14:paraId="60C8CAA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atatgtcaac aactcatatg agtgtgacat acccattggt gcaggtatat gcgctagtta</w:t>
      </w:r>
    </w:p>
    <w:p w14:paraId="1213CB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tcagactcag actaagtctc atcggcgggc acgtagtgta gctagtcaat ccatcattgc</w:t>
      </w:r>
    </w:p>
    <w:p w14:paraId="1C665B0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ctacactatg tcacttggtg cagaaaattc agttgcttac tctaataact ctattgccat</w:t>
      </w:r>
    </w:p>
    <w:p w14:paraId="1DBE378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acccacaaat tttactatta gtgttaccac agaaattcta ccagtgtcta tgaccaagac</w:t>
      </w:r>
    </w:p>
    <w:p w14:paraId="256489F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atcagtagat tgtacaatgt acatttgtgg tgattcaact gaatgcagca atcttttgtt</w:t>
      </w:r>
    </w:p>
    <w:p w14:paraId="1D0E69E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gcaatatggc agtttttgta cacaattaaa acgtgcttta actggaatag ctgttgaaca</w:t>
      </w:r>
    </w:p>
    <w:p w14:paraId="4D00B4B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agacaaaaac acccaagaag tttttgcaca agtcaaacaa atttacaaaa caccaccaat</w:t>
      </w:r>
    </w:p>
    <w:p w14:paraId="2F2140A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taaatatttt ggtggtttta atttttcaca aatattacca gatccatcaa aaccaagcaa</w:t>
      </w:r>
    </w:p>
    <w:p w14:paraId="29BAD3D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gaggtcattt attgaagatc tacttttcaa caaagtgaca cttgcagatg ctggcttcat</w:t>
      </w:r>
    </w:p>
    <w:p w14:paraId="7F5C976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caaacaatat ggtgattgcc ttggtgatat tgctgctaga gacctcattt gtgcacaaaa</w:t>
      </w:r>
    </w:p>
    <w:p w14:paraId="1E29E14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gtttaaaggc cttactgttt tgccaccttt gctcacagat gaaatgattg ctcaatacac</w:t>
      </w:r>
    </w:p>
    <w:p w14:paraId="47B5238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ttctgcactg ttagcgggta caatcacttc tggttggacc tttggtgcag gtgctgcatt</w:t>
      </w:r>
    </w:p>
    <w:p w14:paraId="0B20189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acaaatacca tttgctatgc aaatggctta taggtttaat ggtattggag ttacacagaa</w:t>
      </w:r>
    </w:p>
    <w:p w14:paraId="695BC43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tgttctctat gagaaccaaa aattgattgc caaccaattt aatagtgcta ttggcaaaat</w:t>
      </w:r>
    </w:p>
    <w:p w14:paraId="0084A6F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tcaagactca ctttcttcca cagcaagtgc acttggaaaa cttcaagatg tggtcaacca</w:t>
      </w:r>
    </w:p>
    <w:p w14:paraId="7C0611C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taatgcacaa gctttaaaca cgcttgttaa acaacttagc tccaaatttg gtgcaatttc</w:t>
      </w:r>
    </w:p>
    <w:p w14:paraId="0FE57E3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aagtgtttta aatgatatct tttcacgtct tgacaaagtt gaggctgaag tgcaaattga</w:t>
      </w:r>
    </w:p>
    <w:p w14:paraId="72274DA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taggttgatc acaggcagac ttcaaagttt gcagacatat gtgactcaac aattaattag</w:t>
      </w:r>
    </w:p>
    <w:p w14:paraId="68DB0BC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agctgcagaa atcagagctt ctgctaatct tgctgctact aaaatgtcag agtgtgtact</w:t>
      </w:r>
    </w:p>
    <w:p w14:paraId="365FEB4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tggacaatca aaaagagttg atttttgtgg aaagggctat catcttatgt ccttccctca</w:t>
      </w:r>
    </w:p>
    <w:p w14:paraId="18D19A5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gtcagcacct catggtgtag tcttcttgca tgtgacttat gtccctgcac aagaaaagaa</w:t>
      </w:r>
    </w:p>
    <w:p w14:paraId="3C1A16F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cttcacaact gctcctgcca tttgtcatga tggaaaagca cactttcctc gtgaaggtgt</w:t>
      </w:r>
    </w:p>
    <w:p w14:paraId="4FF050D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ctttgtttca aatggcacac actggtttgt aacacaaagg aatttttatg aaccacaaat</w:t>
      </w:r>
    </w:p>
    <w:p w14:paraId="5159D75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cattactaca gacaacacat ttgtgtctgg taactgtgat gttgtaatag gaattgtcaa</w:t>
      </w:r>
    </w:p>
    <w:p w14:paraId="7EA6136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caacacagtt tatgatcctt tgcaacctga attagattca ttcaaggagg agttagataa</w:t>
      </w:r>
    </w:p>
    <w:p w14:paraId="4442E2C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atattttaag aatcatacat caccagatgt tgatttaggt gacatctctg gcattaatgc</w:t>
      </w:r>
    </w:p>
    <w:p w14:paraId="5502EB7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ttcagttgta aacattcaaa aagaaattga ccgcctcaat gaggttgcca agaatttaaa</w:t>
      </w:r>
    </w:p>
    <w:p w14:paraId="6C0F579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tgaatctctc atcgatctcc aagaacttgg aaagtatgag cagtatataa aatggccatg</w:t>
      </w:r>
    </w:p>
    <w:p w14:paraId="23A135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gtacatttgg ctaggtttta tagctggctt gattgccata gtaatggtga caattatgct</w:t>
      </w:r>
    </w:p>
    <w:p w14:paraId="7A7FAF5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25141 ttgctgtatg accagttgct gtagttgtct caagggctgt tgttcttgtg gatcctgctg</w:t>
      </w:r>
    </w:p>
    <w:p w14:paraId="0F75941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caaatttgat gaagacgact ctgagccagt gctcaaagga gtcaaattac attacacata</w:t>
      </w:r>
    </w:p>
    <w:p w14:paraId="2CBEEBE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aacgaactta tggatttgtt tatgagaatc ttcacaattg gaactgtaac tttgaagcaa</w:t>
      </w:r>
    </w:p>
    <w:p w14:paraId="336DDE6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ggtgaaatca aggatgctac tccttcagat tttgttcgcg ctactgcaac gataccgata</w:t>
      </w:r>
    </w:p>
    <w:p w14:paraId="18FAFB0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caagcctcac tccctttcgg atggcttatt gttggcgttg cacttcttgc tgtttttcag</w:t>
      </w:r>
    </w:p>
    <w:p w14:paraId="6F7DFA6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agcgcttcca aaatcataac tctcaaaaag agatggcaac tagcactctc caagggtgtt</w:t>
      </w:r>
    </w:p>
    <w:p w14:paraId="4EFD76E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cactttgttt gcaacttgct gttgttgttt gtaacagttt actcacacct tttgctcgtt</w:t>
      </w:r>
    </w:p>
    <w:p w14:paraId="6CC82CA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gctgctggcc ttgaagcccc ttttctctat ctttatgctt tagtctactt cttgcagagt</w:t>
      </w:r>
    </w:p>
    <w:p w14:paraId="5665D23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ataaactttg taagaataat aatgaggctt tggctttgct ggaaatgccg ttccaaaaac</w:t>
      </w:r>
    </w:p>
    <w:p w14:paraId="1B3F6AC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ccattacttt atgatgccaa ctattttctt tgctggcata ctaattgtta cgactattgt</w:t>
      </w:r>
    </w:p>
    <w:p w14:paraId="6AEFBDA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ataccttaca atagtgtaac ttcttcaatt gtcattactt caggtgatgg cacaacaagt</w:t>
      </w:r>
    </w:p>
    <w:p w14:paraId="0A4C022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cctatttctg aacatgacta ccagattggt ggttatactg aaaaatggga atctggagta</w:t>
      </w:r>
    </w:p>
    <w:p w14:paraId="20FB01C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aaagactgtg ttgtattaca cagttacttc acttcagact attaccagct gtactcaact</w:t>
      </w:r>
    </w:p>
    <w:p w14:paraId="587F51C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caattgagta cagacactgg tgttgaacat gttaccttct tcatctacaa taaaattgtt</w:t>
      </w:r>
    </w:p>
    <w:p w14:paraId="27714B7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gatgagcctg aagaacatgt ccaaattcac acaatcgacg gttcatccgg agttgttaat</w:t>
      </w:r>
    </w:p>
    <w:p w14:paraId="4069A81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ccagtaatgg aaccaattta tgatgaaccg acgacgacta ctagcgtgcc tttgtaagca</w:t>
      </w:r>
    </w:p>
    <w:p w14:paraId="3063591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caagctgatg agtacgaact tatgtactca ttcgtttcgg aagagatagg tacgttaata</w:t>
      </w:r>
    </w:p>
    <w:p w14:paraId="6E5DD18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gttaatagcg tacttctttt tcttgctttc gtggtattct tgctagttac actagccatc</w:t>
      </w:r>
    </w:p>
    <w:p w14:paraId="203BD96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cttactgcgc ttcgattgtg tgcgtactgc tgcaatattg ttaacgtgag tcttgtaaaa</w:t>
      </w:r>
    </w:p>
    <w:p w14:paraId="3310D2A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ccttcttttt acgtttactc tcgtgttaaa aatctgaatt cttctagagt tcctgatctt</w:t>
      </w:r>
    </w:p>
    <w:p w14:paraId="276F643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ctggtctaaa cgaactaaat attatattag tttttctgtt tggaacttta attttagcca</w:t>
      </w:r>
    </w:p>
    <w:p w14:paraId="77651168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tggcaggttc caacggtact attaccgttg aagagcttaa aaagctcctt gaagaatgga</w:t>
      </w:r>
    </w:p>
    <w:p w14:paraId="7B59CB2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acctagtaat aggtttccta ttccttacat ggatttgtct tctacaattt gcctatgcca</w:t>
      </w:r>
    </w:p>
    <w:p w14:paraId="3ED3611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acaggaatag gtttttgtat ataattaagt taattttcct ctggctgtta tggccagtaa</w:t>
      </w:r>
    </w:p>
    <w:p w14:paraId="4E41C6E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ctttaacttg ttttgtgctt gctgctgttt acagaataaa ttggatcacc ggtggaattg</w:t>
      </w:r>
    </w:p>
    <w:p w14:paraId="4C77F07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ctatcgcaat ggcttgtctt gtaggcttga tgtggctcag ctacttcatt gcttctttca</w:t>
      </w:r>
    </w:p>
    <w:p w14:paraId="3051FF8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gactgtttgc gcgtacgcgt tccatgtggt cattcaatcc agaaactaac attcttctca</w:t>
      </w:r>
    </w:p>
    <w:p w14:paraId="54C5554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acgtgccact ccatggcact attctgacca gaccgcttct agaaagtgaa ctcgtaatcg</w:t>
      </w:r>
    </w:p>
    <w:p w14:paraId="31667B1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gagctgtgat ccttcgtgga catcttcgta ttgctggaca ccatctagga cgctgtgaca</w:t>
      </w:r>
    </w:p>
    <w:p w14:paraId="438BD39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tcaaggacct gcctaaagaa atcactgttg ctacatcacg aacgctttct tattacaaat</w:t>
      </w:r>
    </w:p>
    <w:p w14:paraId="66419D0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tgggagcttc gcagcgtgta gcaggtgact caggttttgc tgcatacagt cgctacagga</w:t>
      </w:r>
    </w:p>
    <w:p w14:paraId="7E31E67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ttggcaacta taaattaaac acagaccatt ccagtagcag tgacaatatt gctttgcttg</w:t>
      </w:r>
    </w:p>
    <w:p w14:paraId="5B6343A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tacagtaagt gacaacagat gtttcatctc gttgactttc aggttactat agcagagata</w:t>
      </w:r>
    </w:p>
    <w:p w14:paraId="0A27A1E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ttactaatta ttatgcggac ttttaaagtt tccatttgga atcttgatta catcataaac</w:t>
      </w:r>
    </w:p>
    <w:p w14:paraId="2D7B104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ctcataatta aaaatttatc taagtcacta actgagaata aatattctca attagatgaa</w:t>
      </w:r>
    </w:p>
    <w:p w14:paraId="652B78A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gagcaaccaa tggagattga ttaaacgaac atgaaaatta ttcttttctt ggcactgata</w:t>
      </w:r>
    </w:p>
    <w:p w14:paraId="4FC1C11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acactcgcta cttgtgagct ttatcactac caagagtgtg ttagaggtac aacagtactt</w:t>
      </w:r>
    </w:p>
    <w:p w14:paraId="57188DC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ttaaaagaac cttgctcttc tggaacatac gagggcaatt caccatttca tcctctagct</w:t>
      </w:r>
    </w:p>
    <w:p w14:paraId="6404EF8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gataacaaat ttgcactgac ttgctttagc actcaatttg cttttgcttg tcctgacggc</w:t>
      </w:r>
    </w:p>
    <w:p w14:paraId="2C64EF45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gtaaaacacg tctatcagtt acgtgccaga tcagtttcac ctaaactgtt catcagacaa</w:t>
      </w:r>
    </w:p>
    <w:p w14:paraId="373C07E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gaggaagttc aagaacttta ctctccaatt tttcttattg ttgcggcaat agtgtttata</w:t>
      </w:r>
    </w:p>
    <w:p w14:paraId="1507061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acactttgct tcacactcaa aagaaagaca gaatgattga actttcatta attgacttct</w:t>
      </w:r>
    </w:p>
    <w:p w14:paraId="4981D23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27661 atttgtgctt tttagccttt ctgttattcc ttgttttaat tatgcttatt atcttttggt</w:t>
      </w:r>
    </w:p>
    <w:p w14:paraId="146B29E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tctcacttga actgcaagat cataatgaaa cttgtcacgc ctaaacgaac atgaaatttc</w:t>
      </w:r>
    </w:p>
    <w:p w14:paraId="6E326DA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ttgttttctt aggaatcatc acaactgtag ctgcatttca ccaagaatgt agtttacagt</w:t>
      </w:r>
    </w:p>
    <w:p w14:paraId="1FA5CCD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catgtactca acatcaacca tatgtagttg atgacccgtg tcctattcac ttctattcta</w:t>
      </w:r>
    </w:p>
    <w:p w14:paraId="36AFB22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aatggtatat tagagtagga gctagaaaat cagcaccttt aattgaattg tgcgtggatg</w:t>
      </w:r>
    </w:p>
    <w:p w14:paraId="0D52C43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aggctggttc taaatcaccc attcagtaca tcgatatcgg taattataca gtttcctgtt</w:t>
      </w:r>
    </w:p>
    <w:p w14:paraId="3B3EF68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taccttttac aattaattgc caggaaccta aattgggtag tcttgtagtg cgttgttcgt</w:t>
      </w:r>
    </w:p>
    <w:p w14:paraId="7983A25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tctatgaaga ctttttagag tatcatgacg ttcgtgttgt tttagatttc atctaaacga</w:t>
      </w:r>
    </w:p>
    <w:p w14:paraId="49F861B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acaaacttaa atgtctgata atggacccca aaatcagcga aatgcactcc gcattacgtt</w:t>
      </w:r>
    </w:p>
    <w:p w14:paraId="58C874AD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tggtggaccc tcagattcaa ctggcagtaa ccagaatggt ggggcgcgat caaaacaacg</w:t>
      </w:r>
    </w:p>
    <w:p w14:paraId="1D31059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tcggccccaa ggtttaccca ataatactgc gtcttggttc accgctctca ctcaacatgg</w:t>
      </w:r>
    </w:p>
    <w:p w14:paraId="7CB0252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caaggaagac cttaaattcc ctcgaggaca aggcgttcca attaacacca atagcagtcc</w:t>
      </w:r>
    </w:p>
    <w:p w14:paraId="0C8F3FD0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agatgaccaa attggctact accgaagagc taccagacga attcgtggtg gtgacggtaa</w:t>
      </w:r>
    </w:p>
    <w:p w14:paraId="6E8FC9D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aatgaaagat ctcagtccaa gatggtattt ctactaccta ggaactgggc cagaagctgg</w:t>
      </w:r>
    </w:p>
    <w:p w14:paraId="1D3EBDD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acttccctat ggtgctaaca aagacggcat catatgggtt gcaactgagg gagccttgaa</w:t>
      </w:r>
    </w:p>
    <w:p w14:paraId="0B064D82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tacaccaaaa gatcacattg gcacccgcaa tcctgctaac aatgctgcaa tcgtgctaca</w:t>
      </w:r>
    </w:p>
    <w:p w14:paraId="0BD82AA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acttcctcaa ggaacaacat tgccaaaagg cttctacgca gaagggagca gaggcggcag</w:t>
      </w:r>
    </w:p>
    <w:p w14:paraId="7EE81104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tcaagcctct tctcgttcct catcacgtag tcgcaacagt tcaagaaatt caactccagg</w:t>
      </w:r>
    </w:p>
    <w:p w14:paraId="27E1BEF1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cagcagtaaa cgaacttctc ctgctagaat ggctggcaat ggcggtgatg ctgctcttgc</w:t>
      </w:r>
    </w:p>
    <w:p w14:paraId="1A66DA0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tttgctgctg cttgacagat tgaaccagct tgagagcaaa atgtctggta aaggccaaca</w:t>
      </w:r>
    </w:p>
    <w:p w14:paraId="76C6F40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acaacaaggc caaactgtca ctaagaaatc tgctgctgag gcttctaaga agcctcggca</w:t>
      </w:r>
    </w:p>
    <w:p w14:paraId="498D17F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aaaacgtact gccactaaag catacaatgt aacacaagct ttcggcagac gtggtccaga</w:t>
      </w:r>
    </w:p>
    <w:p w14:paraId="44DE6EE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acaaacccaa ggaaattttg gggaccagga actaatcaga caaggaactg attacaaaca</w:t>
      </w:r>
    </w:p>
    <w:p w14:paraId="2452330C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ttggccgcaa attgcacaat ttgcccccag cgcttcagcg ttcttcggaa tgtcgcgcat</w:t>
      </w:r>
    </w:p>
    <w:p w14:paraId="007D08A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tggcatggaa gtcacacctt cgggaacgtg gttgacctac acaggtgcca tcaaattgga</w:t>
      </w:r>
    </w:p>
    <w:p w14:paraId="57C10E4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tgacaaagat ccaaatttca aagatcaagt cattttgctg aataagcata ttgacgcata</w:t>
      </w:r>
    </w:p>
    <w:p w14:paraId="244ED647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caaaacattc ccaccaacag agcctaaaaa ggacaaaaag aagaaggctg atgaaactca</w:t>
      </w:r>
    </w:p>
    <w:p w14:paraId="7F7F1E1B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agccttaccg cagagacaga agaaacagca aactgtgact cttcttcctg ctgcagattt</w:t>
      </w:r>
    </w:p>
    <w:p w14:paraId="4AB2FA7A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ggatgatttc tccaaacaat tgcaacaatc catgagcagt gctgactcaa ctcaggccta</w:t>
      </w:r>
    </w:p>
    <w:p w14:paraId="4F40002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aactcatgca gaccacacaa ggcagatggg ctatataaac gttttcgctt ttccgtttac</w:t>
      </w:r>
    </w:p>
    <w:p w14:paraId="655285DF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gatatatagt ctactcttgt gcagaatgaa ttctcgtaac tacatagcac aagtagatgt</w:t>
      </w:r>
    </w:p>
    <w:p w14:paraId="29E6B493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agttaacttt aatctcacat agcaatcttt aatcagtgtg taacattagg gaggacttga</w:t>
      </w:r>
    </w:p>
    <w:p w14:paraId="12AA28D9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aagagccacc acattttcac cgaggccacg cggagtacga tcgagtgtac agtgaacaat</w:t>
      </w:r>
    </w:p>
    <w:p w14:paraId="24EDBE36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gctagggaga gctgcctata tggaagagcc ctaatgtgta aaattaa</w:t>
      </w:r>
    </w:p>
    <w:p w14:paraId="4FA6EBFE" w14:textId="77777777" w:rsidR="007A135E" w:rsidRPr="007A135E" w:rsidRDefault="007A135E" w:rsidP="007A135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A135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9DFE03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5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A135E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0133DA"/>
  <w15:chartTrackingRefBased/>
  <w15:docId w15:val="{1AF73CA9-2738-184B-AB35-58A46209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20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0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1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11035</Words>
  <Characters>62906</Characters>
  <Application>Microsoft Office Word</Application>
  <DocSecurity>0</DocSecurity>
  <Lines>524</Lines>
  <Paragraphs>147</Paragraphs>
  <ScaleCrop>false</ScaleCrop>
  <Company/>
  <LinksUpToDate>false</LinksUpToDate>
  <CharactersWithSpaces>73794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2023-02-03T12:43:00Z</dcterms:created>
  <dcterms:modified xsi:type="dcterms:W3CDTF">2023-02-03T12:43:00Z</dcterms:modified>
</cp:coreProperties>
</file>